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BE5F1" w:themeColor="accent1" w:themeTint="33"/>
  <w:body>
    <w:p w:rsidR="00D27593" w:rsidRPr="00DC017F" w:rsidRDefault="00253A8D">
      <w:pPr>
        <w:rPr>
          <w:b/>
          <w:color w:val="0070C0"/>
          <w:sz w:val="44"/>
          <w:szCs w:val="44"/>
        </w:rPr>
      </w:pPr>
      <w:r>
        <w:rPr>
          <w:noProof/>
          <w:lang w:eastAsia="de-CH"/>
        </w:rPr>
        <w:drawing>
          <wp:anchor distT="0" distB="0" distL="114300" distR="114300" simplePos="0" relativeHeight="251658240" behindDoc="0" locked="0" layoutInCell="1" allowOverlap="1" wp14:anchorId="031B3707" wp14:editId="461AC416">
            <wp:simplePos x="0" y="0"/>
            <wp:positionH relativeFrom="column">
              <wp:posOffset>4657421</wp:posOffset>
            </wp:positionH>
            <wp:positionV relativeFrom="paragraph">
              <wp:posOffset>-635315</wp:posOffset>
            </wp:positionV>
            <wp:extent cx="1666875" cy="800100"/>
            <wp:effectExtent l="0" t="0" r="9525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KV_Berufsfachschul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  <w:r w:rsidR="00EF3722">
        <w:rPr>
          <w:b/>
          <w:color w:val="0070C0"/>
          <w:sz w:val="44"/>
          <w:szCs w:val="44"/>
        </w:rPr>
        <w:t>England</w:t>
      </w:r>
      <w:r w:rsidR="00201C3B" w:rsidRPr="00DC017F">
        <w:rPr>
          <w:b/>
          <w:color w:val="0070C0"/>
          <w:sz w:val="44"/>
          <w:szCs w:val="44"/>
        </w:rPr>
        <w:t>-Sprachaufenthalt</w:t>
      </w:r>
      <w:r w:rsidR="00A53F1B">
        <w:rPr>
          <w:b/>
          <w:color w:val="0070C0"/>
          <w:sz w:val="44"/>
          <w:szCs w:val="44"/>
        </w:rPr>
        <w:t xml:space="preserve"> 2016</w:t>
      </w:r>
    </w:p>
    <w:p w:rsidR="00E52C02" w:rsidRDefault="00E52C02"/>
    <w:tbl>
      <w:tblPr>
        <w:tblStyle w:val="Tabellenraster"/>
        <w:tblW w:w="9356" w:type="dxa"/>
        <w:tblInd w:w="-5" w:type="dxa"/>
        <w:tblLook w:val="04A0" w:firstRow="1" w:lastRow="0" w:firstColumn="1" w:lastColumn="0" w:noHBand="0" w:noVBand="1"/>
      </w:tblPr>
      <w:tblGrid>
        <w:gridCol w:w="3261"/>
        <w:gridCol w:w="3047"/>
        <w:gridCol w:w="3048"/>
      </w:tblGrid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DC017F" w:rsidRDefault="002E07FC" w:rsidP="005D44F4">
            <w:pPr>
              <w:pStyle w:val="Feldname"/>
            </w:pPr>
            <w:r w:rsidRPr="00DC017F">
              <w:t>Schule</w:t>
            </w:r>
          </w:p>
        </w:tc>
        <w:sdt>
          <w:sdtPr>
            <w:id w:val="526066491"/>
            <w:placeholder>
              <w:docPart w:val="416ECE74226847FCA151B5670EBADE34"/>
            </w:placeholder>
            <w:dropDownList>
              <w:listItem w:value="Wählen Sie ein Element aus."/>
              <w:listItem w:displayText="Richard Language College" w:value="Richard Language College"/>
              <w:listItem w:displayText="The English Language Centre" w:value="The English Language Centre"/>
              <w:listItem w:displayText="Eastbourne School of English" w:value="Eastbourne School of English"/>
            </w:dropDownList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2E07FC">
                <w:r>
                  <w:t>Richard Language College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F7533D" w:rsidP="00DC017F">
            <w:pPr>
              <w:pStyle w:val="Feldname"/>
            </w:pPr>
            <w:r>
              <w:t>Beginn</w:t>
            </w:r>
            <w:r w:rsidR="002E07FC" w:rsidRPr="002E07FC">
              <w:t xml:space="preserve"> des Aufenthalts</w:t>
            </w:r>
          </w:p>
        </w:tc>
        <w:sdt>
          <w:sdtPr>
            <w:id w:val="-1173332927"/>
            <w:placeholder>
              <w:docPart w:val="9BEE4A6447C444C5993144E27FE9090E"/>
            </w:placeholder>
            <w:date w:fullDate="2016-02-08T00:00:00Z">
              <w:dateFormat w:val="d. MMMM yyyy"/>
              <w:lid w:val="de-CH"/>
              <w:storeMappedDataAs w:val="dateTime"/>
              <w:calendar w:val="gregorian"/>
            </w:date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AD2AF9" w:rsidP="002E07FC">
                <w:r>
                  <w:t>8. Februar 2016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Geschlecht</w:t>
            </w:r>
          </w:p>
        </w:tc>
        <w:tc>
          <w:tcPr>
            <w:tcW w:w="3047" w:type="dxa"/>
            <w:vAlign w:val="center"/>
          </w:tcPr>
          <w:p w:rsidR="002E07FC" w:rsidRPr="002E07FC" w:rsidRDefault="002E07FC" w:rsidP="002E07FC">
            <w:r>
              <w:t xml:space="preserve">w </w:t>
            </w:r>
            <w:sdt>
              <w:sdtPr>
                <w:id w:val="-16785747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06D1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</w:p>
        </w:tc>
        <w:tc>
          <w:tcPr>
            <w:tcW w:w="3048" w:type="dxa"/>
            <w:vAlign w:val="center"/>
          </w:tcPr>
          <w:p w:rsidR="002E07FC" w:rsidRPr="002E07FC" w:rsidRDefault="002E07FC" w:rsidP="002E07FC">
            <w:r>
              <w:t xml:space="preserve">m </w:t>
            </w:r>
            <w:sdt>
              <w:sdtPr>
                <w:id w:val="-989318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72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Nachname und Vorname</w:t>
            </w:r>
          </w:p>
        </w:tc>
        <w:sdt>
          <w:sdtPr>
            <w:id w:val="-761061777"/>
            <w:placeholder>
              <w:docPart w:val="CE9110BD3C744789BE0AA8550A016FC9"/>
            </w:placeholder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806D10">
                <w:r>
                  <w:t>Kaufmann Lea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Strasse</w:t>
            </w:r>
          </w:p>
        </w:tc>
        <w:sdt>
          <w:sdtPr>
            <w:id w:val="-693926253"/>
            <w:placeholder>
              <w:docPart w:val="AE4E242226724CFBBB39AA99A161826B"/>
            </w:placeholder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806D10">
                <w:r>
                  <w:t>Luzernerstrasse 40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PLZ und Ort</w:t>
            </w:r>
          </w:p>
        </w:tc>
        <w:sdt>
          <w:sdtPr>
            <w:id w:val="29700812"/>
            <w:placeholder>
              <w:docPart w:val="1DB8459671FE41E1A8954B9F753A56DD"/>
            </w:placeholder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806D10">
                <w:r>
                  <w:t>6030 Ebikon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Mobile</w:t>
            </w:r>
          </w:p>
        </w:tc>
        <w:sdt>
          <w:sdtPr>
            <w:id w:val="332962172"/>
            <w:placeholder>
              <w:docPart w:val="AF513701D3544C74865103B8F770F62E"/>
            </w:placeholder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806D10">
                <w:r>
                  <w:t>077 456 87 67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E-Mail</w:t>
            </w:r>
          </w:p>
        </w:tc>
        <w:sdt>
          <w:sdtPr>
            <w:id w:val="2031447981"/>
            <w:placeholder>
              <w:docPart w:val="ECBA180CFAF840D885733A9AD389496F"/>
            </w:placeholder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806D10">
                <w:r>
                  <w:t>lea.kaufmann@hotmail.com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Nationalität</w:t>
            </w:r>
          </w:p>
        </w:tc>
        <w:sdt>
          <w:sdtPr>
            <w:id w:val="-1717195588"/>
            <w:placeholder>
              <w:docPart w:val="4717EE5BA40A4C7BBBE6F94812471D29"/>
            </w:placeholder>
            <w:text/>
          </w:sdtPr>
          <w:sdtEndPr/>
          <w:sdtContent>
            <w:tc>
              <w:tcPr>
                <w:tcW w:w="6095" w:type="dxa"/>
                <w:gridSpan w:val="2"/>
                <w:vAlign w:val="center"/>
              </w:tcPr>
              <w:p w:rsidR="002E07FC" w:rsidRPr="002E07FC" w:rsidRDefault="00806D10" w:rsidP="00806D10">
                <w:r>
                  <w:t>CH</w:t>
                </w:r>
              </w:p>
            </w:tc>
          </w:sdtContent>
        </w:sdt>
      </w:tr>
      <w:tr w:rsidR="002E07FC" w:rsidRPr="002E07FC" w:rsidTr="003A7829">
        <w:trPr>
          <w:trHeight w:hRule="exact" w:val="567"/>
        </w:trPr>
        <w:tc>
          <w:tcPr>
            <w:tcW w:w="3261" w:type="dxa"/>
            <w:vAlign w:val="center"/>
          </w:tcPr>
          <w:p w:rsidR="002E07FC" w:rsidRPr="002E07FC" w:rsidRDefault="002E07FC" w:rsidP="00DC017F">
            <w:pPr>
              <w:pStyle w:val="Feldname"/>
            </w:pPr>
            <w:r w:rsidRPr="002E07FC">
              <w:t>Visum nötig</w:t>
            </w:r>
          </w:p>
        </w:tc>
        <w:tc>
          <w:tcPr>
            <w:tcW w:w="6095" w:type="dxa"/>
            <w:gridSpan w:val="2"/>
            <w:vAlign w:val="center"/>
          </w:tcPr>
          <w:p w:rsidR="002E07FC" w:rsidRPr="002E07FC" w:rsidRDefault="00B013BC" w:rsidP="002E07FC">
            <w:sdt>
              <w:sdtPr>
                <w:id w:val="-1930963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55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</w:tbl>
    <w:p w:rsidR="002422F0" w:rsidRDefault="002422F0" w:rsidP="00201C3B">
      <w:pPr>
        <w:tabs>
          <w:tab w:val="left" w:pos="2694"/>
        </w:tabs>
      </w:pPr>
    </w:p>
    <w:p w:rsidR="00201C3B" w:rsidRDefault="00201C3B" w:rsidP="00DC017F">
      <w:pPr>
        <w:pStyle w:val="Feldname"/>
      </w:pPr>
      <w:r>
        <w:t>Weitere Bemerkungen und Wünsche</w:t>
      </w:r>
      <w:r w:rsidR="00E2227A">
        <w:rPr>
          <w:rStyle w:val="Funotenzeichen"/>
        </w:rPr>
        <w:footnoteReference w:id="1"/>
      </w:r>
    </w:p>
    <w:sdt>
      <w:sdtPr>
        <w:id w:val="-1529872467"/>
        <w:placeholder>
          <w:docPart w:val="19A287C5593444A48AA694EF8039F472"/>
        </w:placeholder>
      </w:sdtPr>
      <w:sdtEndPr/>
      <w:sdtContent>
        <w:p w:rsidR="00201C3B" w:rsidRDefault="00806D10" w:rsidP="00201C3B">
          <w:pPr>
            <w:tabs>
              <w:tab w:val="left" w:pos="2694"/>
            </w:tabs>
          </w:pPr>
          <w:r>
            <w:t>Vegetarische Kost erwünscht</w:t>
          </w:r>
        </w:p>
      </w:sdtContent>
    </w:sdt>
    <w:p w:rsidR="002422F0" w:rsidRDefault="002422F0" w:rsidP="00201C3B">
      <w:pPr>
        <w:tabs>
          <w:tab w:val="left" w:pos="2694"/>
        </w:tabs>
      </w:pPr>
    </w:p>
    <w:p w:rsidR="00DC017F" w:rsidRDefault="00DC017F" w:rsidP="00201C3B">
      <w:pPr>
        <w:tabs>
          <w:tab w:val="left" w:pos="2694"/>
        </w:tabs>
      </w:pPr>
    </w:p>
    <w:p w:rsidR="002422F0" w:rsidRDefault="002422F0" w:rsidP="007B5A79">
      <w:pPr>
        <w:tabs>
          <w:tab w:val="right" w:leader="dot" w:pos="3969"/>
          <w:tab w:val="left" w:pos="5387"/>
          <w:tab w:val="right" w:leader="dot" w:pos="9354"/>
        </w:tabs>
      </w:pPr>
      <w:r>
        <w:tab/>
      </w:r>
      <w:r>
        <w:tab/>
      </w:r>
      <w:r>
        <w:tab/>
      </w:r>
    </w:p>
    <w:p w:rsidR="00201C3B" w:rsidRDefault="00736E04" w:rsidP="007B5A79">
      <w:pPr>
        <w:tabs>
          <w:tab w:val="left" w:pos="5387"/>
          <w:tab w:val="right" w:leader="dot" w:pos="9354"/>
        </w:tabs>
      </w:pPr>
      <w:r>
        <w:t>Ort, Datum</w:t>
      </w:r>
      <w:r w:rsidR="00201C3B">
        <w:tab/>
      </w:r>
      <w:r>
        <w:t>Unterschrift</w:t>
      </w:r>
    </w:p>
    <w:p w:rsidR="00201C3B" w:rsidRDefault="00201C3B" w:rsidP="00201C3B">
      <w:pPr>
        <w:tabs>
          <w:tab w:val="left" w:pos="3969"/>
        </w:tabs>
      </w:pPr>
    </w:p>
    <w:sectPr w:rsidR="00201C3B" w:rsidSect="00031D7D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3BC" w:rsidRDefault="00B013BC" w:rsidP="00E2227A">
      <w:pPr>
        <w:spacing w:line="240" w:lineRule="auto"/>
      </w:pPr>
      <w:r>
        <w:separator/>
      </w:r>
    </w:p>
  </w:endnote>
  <w:endnote w:type="continuationSeparator" w:id="0">
    <w:p w:rsidR="00B013BC" w:rsidRDefault="00B013BC" w:rsidP="00E222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3BC" w:rsidRDefault="00B013BC" w:rsidP="00E2227A">
      <w:pPr>
        <w:spacing w:line="240" w:lineRule="auto"/>
      </w:pPr>
      <w:r>
        <w:separator/>
      </w:r>
    </w:p>
  </w:footnote>
  <w:footnote w:type="continuationSeparator" w:id="0">
    <w:p w:rsidR="00B013BC" w:rsidRDefault="00B013BC" w:rsidP="00E2227A">
      <w:pPr>
        <w:spacing w:line="240" w:lineRule="auto"/>
      </w:pPr>
      <w:r>
        <w:continuationSeparator/>
      </w:r>
    </w:p>
  </w:footnote>
  <w:footnote w:id="1">
    <w:p w:rsidR="00E2227A" w:rsidRPr="005C1C21" w:rsidRDefault="00E2227A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C1C21">
        <w:t xml:space="preserve">Wir werden uns bemühen, </w:t>
      </w:r>
      <w:r w:rsidR="00D42AE0" w:rsidRPr="005C1C21">
        <w:t xml:space="preserve">Ihren Wünschen nach Möglichkeit zu entsprechen, können dies aber nicht garantieren.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81EA8C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DCD6B0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8F0C66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49F6BA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8CBA48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A79"/>
    <w:rsid w:val="00004BAF"/>
    <w:rsid w:val="00031D7D"/>
    <w:rsid w:val="00070FB3"/>
    <w:rsid w:val="0011432C"/>
    <w:rsid w:val="001A0DD0"/>
    <w:rsid w:val="001C7A07"/>
    <w:rsid w:val="001F7554"/>
    <w:rsid w:val="00201C3B"/>
    <w:rsid w:val="002422F0"/>
    <w:rsid w:val="00253A8D"/>
    <w:rsid w:val="00262F13"/>
    <w:rsid w:val="002D753F"/>
    <w:rsid w:val="002E07FC"/>
    <w:rsid w:val="003710BA"/>
    <w:rsid w:val="00392C2B"/>
    <w:rsid w:val="003A7829"/>
    <w:rsid w:val="003C565B"/>
    <w:rsid w:val="00426AC8"/>
    <w:rsid w:val="004326C4"/>
    <w:rsid w:val="00452643"/>
    <w:rsid w:val="00480928"/>
    <w:rsid w:val="004D69DD"/>
    <w:rsid w:val="0050767B"/>
    <w:rsid w:val="005C1C21"/>
    <w:rsid w:val="005D44F4"/>
    <w:rsid w:val="005E60A2"/>
    <w:rsid w:val="006A3708"/>
    <w:rsid w:val="00701684"/>
    <w:rsid w:val="00721BB0"/>
    <w:rsid w:val="00736E04"/>
    <w:rsid w:val="00791EB4"/>
    <w:rsid w:val="007B2763"/>
    <w:rsid w:val="007B502F"/>
    <w:rsid w:val="007B5A79"/>
    <w:rsid w:val="008040B2"/>
    <w:rsid w:val="00806D10"/>
    <w:rsid w:val="00824279"/>
    <w:rsid w:val="008B1B6D"/>
    <w:rsid w:val="009B478E"/>
    <w:rsid w:val="00A169A5"/>
    <w:rsid w:val="00A2457C"/>
    <w:rsid w:val="00A53F1B"/>
    <w:rsid w:val="00AC1A68"/>
    <w:rsid w:val="00AD2AF9"/>
    <w:rsid w:val="00AD69CE"/>
    <w:rsid w:val="00B013BC"/>
    <w:rsid w:val="00B242B5"/>
    <w:rsid w:val="00B47986"/>
    <w:rsid w:val="00C6209F"/>
    <w:rsid w:val="00C6724F"/>
    <w:rsid w:val="00D25480"/>
    <w:rsid w:val="00D27593"/>
    <w:rsid w:val="00D42AE0"/>
    <w:rsid w:val="00D66B71"/>
    <w:rsid w:val="00D77FE5"/>
    <w:rsid w:val="00DC017F"/>
    <w:rsid w:val="00DE42FA"/>
    <w:rsid w:val="00DF2AFC"/>
    <w:rsid w:val="00E2227A"/>
    <w:rsid w:val="00E460CC"/>
    <w:rsid w:val="00E52C02"/>
    <w:rsid w:val="00EA05D5"/>
    <w:rsid w:val="00EE2825"/>
    <w:rsid w:val="00EF3722"/>
    <w:rsid w:val="00F35627"/>
    <w:rsid w:val="00F4712D"/>
    <w:rsid w:val="00F7533D"/>
    <w:rsid w:val="00F919BE"/>
    <w:rsid w:val="00FB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75D736D-B1DD-41C1-A69E-8CC62DFB9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70FB3"/>
    <w:pPr>
      <w:spacing w:after="0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201C3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01C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01C3B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0FB3"/>
    <w:pPr>
      <w:spacing w:line="240" w:lineRule="auto"/>
      <w:ind w:left="142" w:hanging="142"/>
    </w:pPr>
    <w:rPr>
      <w:sz w:val="24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0FB3"/>
    <w:rPr>
      <w:sz w:val="24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2227A"/>
    <w:rPr>
      <w:vertAlign w:val="superscript"/>
    </w:rPr>
  </w:style>
  <w:style w:type="table" w:styleId="Tabellenraster">
    <w:name w:val="Table Grid"/>
    <w:basedOn w:val="NormaleTabelle"/>
    <w:uiPriority w:val="59"/>
    <w:rsid w:val="002E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ldname">
    <w:name w:val="Feldname"/>
    <w:basedOn w:val="Standard"/>
    <w:qFormat/>
    <w:rsid w:val="00DC017F"/>
    <w:pPr>
      <w:spacing w:line="240" w:lineRule="auto"/>
    </w:pPr>
    <w:rPr>
      <w:b/>
      <w:color w:val="548DD4" w:themeColor="text2" w:themeTint="99"/>
      <w:sz w:val="28"/>
      <w:szCs w:val="28"/>
    </w:rPr>
  </w:style>
  <w:style w:type="paragraph" w:customStyle="1" w:styleId="Feldbezeichnung">
    <w:name w:val="Feldbezeichnung"/>
    <w:basedOn w:val="Standard"/>
    <w:qFormat/>
    <w:rsid w:val="00480928"/>
    <w:rPr>
      <w:rFonts w:asciiTheme="majorHAnsi" w:hAnsiTheme="majorHAnsi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qv15\E3-Musterl&#246;sungen\A_Formular_Musterloesung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16ECE74226847FCA151B5670EBADE3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CDE7687-1D3D-41C3-B0B2-1D95570276EC}"/>
      </w:docPartPr>
      <w:docPartBody>
        <w:p w:rsidR="00D45453" w:rsidRDefault="00211F74">
          <w:pPr>
            <w:pStyle w:val="416ECE74226847FCA151B5670EBADE34"/>
          </w:pPr>
          <w:r w:rsidRPr="003B5C6F">
            <w:rPr>
              <w:rStyle w:val="Platzhaltertext"/>
            </w:rPr>
            <w:t>Wählen Sie ein Element aus.</w:t>
          </w:r>
        </w:p>
      </w:docPartBody>
    </w:docPart>
    <w:docPart>
      <w:docPartPr>
        <w:name w:val="9BEE4A6447C444C5993144E27FE9090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F894A50-AD8A-4697-9B6F-7A60BFAB3B29}"/>
      </w:docPartPr>
      <w:docPartBody>
        <w:p w:rsidR="00D45453" w:rsidRDefault="00211F74">
          <w:pPr>
            <w:pStyle w:val="9BEE4A6447C444C5993144E27FE9090E"/>
          </w:pPr>
          <w:r w:rsidRPr="008B5976">
            <w:rPr>
              <w:rStyle w:val="Platzhaltertext"/>
            </w:rPr>
            <w:t>Klicken Sie hier, um ein Datum einzugeben.</w:t>
          </w:r>
        </w:p>
      </w:docPartBody>
    </w:docPart>
    <w:docPart>
      <w:docPartPr>
        <w:name w:val="CE9110BD3C744789BE0AA8550A016FC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BE8192-447F-48BC-8808-AA3C298C2405}"/>
      </w:docPartPr>
      <w:docPartBody>
        <w:p w:rsidR="00D45453" w:rsidRDefault="00211F74">
          <w:pPr>
            <w:pStyle w:val="CE9110BD3C744789BE0AA8550A016FC9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E4E242226724CFBBB39AA99A161826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A38ED36-83D7-4B5C-9580-378D193B36C1}"/>
      </w:docPartPr>
      <w:docPartBody>
        <w:p w:rsidR="00D45453" w:rsidRDefault="00211F74">
          <w:pPr>
            <w:pStyle w:val="AE4E242226724CFBBB39AA99A161826B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DB8459671FE41E1A8954B9F753A56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D9B5371-BBEE-452B-9FE8-E84F55EF3B42}"/>
      </w:docPartPr>
      <w:docPartBody>
        <w:p w:rsidR="00D45453" w:rsidRDefault="00211F74">
          <w:pPr>
            <w:pStyle w:val="1DB8459671FE41E1A8954B9F753A56DD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AF513701D3544C74865103B8F770F62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E484F7-1967-477E-825F-DF68C78F05ED}"/>
      </w:docPartPr>
      <w:docPartBody>
        <w:p w:rsidR="00D45453" w:rsidRDefault="00211F74">
          <w:pPr>
            <w:pStyle w:val="AF513701D3544C74865103B8F770F62E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CBA180CFAF840D885733A9AD38949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B4F0660-AC0F-43F7-8BE4-B69240FA3629}"/>
      </w:docPartPr>
      <w:docPartBody>
        <w:p w:rsidR="00D45453" w:rsidRDefault="00211F74">
          <w:pPr>
            <w:pStyle w:val="ECBA180CFAF840D885733A9AD389496F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4717EE5BA40A4C7BBBE6F94812471D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4D6099-3777-4A34-8594-EF19599975A4}"/>
      </w:docPartPr>
      <w:docPartBody>
        <w:p w:rsidR="00D45453" w:rsidRDefault="00211F74">
          <w:pPr>
            <w:pStyle w:val="4717EE5BA40A4C7BBBE6F94812471D29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19A287C5593444A48AA694EF8039F47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64B8355-1265-4408-B022-BCB6E517B592}"/>
      </w:docPartPr>
      <w:docPartBody>
        <w:p w:rsidR="00D45453" w:rsidRDefault="00211F74">
          <w:pPr>
            <w:pStyle w:val="19A287C5593444A48AA694EF8039F472"/>
          </w:pPr>
          <w:r w:rsidRPr="003B5C6F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F74"/>
    <w:rsid w:val="00076F8C"/>
    <w:rsid w:val="00211F74"/>
    <w:rsid w:val="002C507C"/>
    <w:rsid w:val="003A20E8"/>
    <w:rsid w:val="004D46F3"/>
    <w:rsid w:val="00590983"/>
    <w:rsid w:val="005A4C36"/>
    <w:rsid w:val="009023EC"/>
    <w:rsid w:val="0093004C"/>
    <w:rsid w:val="00A411F8"/>
    <w:rsid w:val="00AA039C"/>
    <w:rsid w:val="00B044C3"/>
    <w:rsid w:val="00BA65F3"/>
    <w:rsid w:val="00C50BA9"/>
    <w:rsid w:val="00D45453"/>
    <w:rsid w:val="00D628E2"/>
    <w:rsid w:val="00DC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416ECE74226847FCA151B5670EBADE34">
    <w:name w:val="416ECE74226847FCA151B5670EBADE34"/>
  </w:style>
  <w:style w:type="paragraph" w:customStyle="1" w:styleId="9BEE4A6447C444C5993144E27FE9090E">
    <w:name w:val="9BEE4A6447C444C5993144E27FE9090E"/>
  </w:style>
  <w:style w:type="paragraph" w:customStyle="1" w:styleId="CE9110BD3C744789BE0AA8550A016FC9">
    <w:name w:val="CE9110BD3C744789BE0AA8550A016FC9"/>
  </w:style>
  <w:style w:type="paragraph" w:customStyle="1" w:styleId="AE4E242226724CFBBB39AA99A161826B">
    <w:name w:val="AE4E242226724CFBBB39AA99A161826B"/>
  </w:style>
  <w:style w:type="paragraph" w:customStyle="1" w:styleId="1DB8459671FE41E1A8954B9F753A56DD">
    <w:name w:val="1DB8459671FE41E1A8954B9F753A56DD"/>
  </w:style>
  <w:style w:type="paragraph" w:customStyle="1" w:styleId="AF513701D3544C74865103B8F770F62E">
    <w:name w:val="AF513701D3544C74865103B8F770F62E"/>
  </w:style>
  <w:style w:type="paragraph" w:customStyle="1" w:styleId="ECBA180CFAF840D885733A9AD389496F">
    <w:name w:val="ECBA180CFAF840D885733A9AD389496F"/>
  </w:style>
  <w:style w:type="paragraph" w:customStyle="1" w:styleId="4717EE5BA40A4C7BBBE6F94812471D29">
    <w:name w:val="4717EE5BA40A4C7BBBE6F94812471D29"/>
  </w:style>
  <w:style w:type="paragraph" w:customStyle="1" w:styleId="19A287C5593444A48AA694EF8039F472">
    <w:name w:val="19A287C5593444A48AA694EF8039F4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ED03BD-A342-4AC1-BD65-1BB228BBC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A_Formular_Musterloesung.dotx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KV Schweiz</dc:creator>
  <cp:lastPrinted>2014-07-26T10:09:00Z</cp:lastPrinted>
  <dcterms:created xsi:type="dcterms:W3CDTF">2015-04-29T16:51:00Z</dcterms:created>
  <dcterms:modified xsi:type="dcterms:W3CDTF">2015-04-29T16:51:00Z</dcterms:modified>
</cp:coreProperties>
</file>