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A6" w:rsidRPr="007A7196" w:rsidRDefault="00506730" w:rsidP="007A7196">
      <w:pPr>
        <w:spacing w:after="0"/>
        <w:rPr>
          <w:rFonts w:ascii="Arial" w:hAnsi="Arial" w:cs="Arial"/>
          <w:lang w:val="de-DE"/>
        </w:rPr>
      </w:pPr>
      <w:r w:rsidRPr="007A7196">
        <w:rPr>
          <w:rFonts w:ascii="Arial" w:hAnsi="Arial" w:cs="Arial"/>
          <w:lang w:val="de-DE"/>
        </w:rPr>
        <w:t>Herr</w:t>
      </w:r>
    </w:p>
    <w:p w:rsidR="00506730" w:rsidRPr="007A7196" w:rsidRDefault="00506730" w:rsidP="007A7196">
      <w:pPr>
        <w:spacing w:after="0"/>
        <w:rPr>
          <w:rFonts w:ascii="Arial" w:hAnsi="Arial" w:cs="Arial"/>
          <w:lang w:val="de-DE"/>
        </w:rPr>
      </w:pPr>
      <w:r w:rsidRPr="007A7196">
        <w:rPr>
          <w:rFonts w:ascii="Arial" w:hAnsi="Arial" w:cs="Arial"/>
          <w:lang w:val="de-DE"/>
        </w:rPr>
        <w:t>Richard Meister</w:t>
      </w:r>
      <w:bookmarkStart w:id="0" w:name="_GoBack"/>
      <w:bookmarkEnd w:id="0"/>
    </w:p>
    <w:p w:rsidR="00506730" w:rsidRPr="007A7196" w:rsidRDefault="00506730" w:rsidP="007A7196">
      <w:pPr>
        <w:spacing w:after="0"/>
        <w:rPr>
          <w:rFonts w:ascii="Arial" w:hAnsi="Arial" w:cs="Arial"/>
          <w:lang w:val="de-DE"/>
        </w:rPr>
      </w:pPr>
      <w:r w:rsidRPr="007A7196">
        <w:rPr>
          <w:rFonts w:ascii="Arial" w:hAnsi="Arial" w:cs="Arial"/>
          <w:lang w:val="de-DE"/>
        </w:rPr>
        <w:t>Baslerstrasse 11</w:t>
      </w:r>
    </w:p>
    <w:p w:rsidR="00506730" w:rsidRPr="007A7196" w:rsidRDefault="00506730" w:rsidP="007A7196">
      <w:pPr>
        <w:spacing w:after="0"/>
        <w:rPr>
          <w:rFonts w:ascii="Arial" w:hAnsi="Arial" w:cs="Arial"/>
          <w:lang w:val="de-DE"/>
        </w:rPr>
      </w:pPr>
      <w:r w:rsidRPr="007A7196">
        <w:rPr>
          <w:rFonts w:ascii="Arial" w:hAnsi="Arial" w:cs="Arial"/>
          <w:lang w:val="de-DE"/>
        </w:rPr>
        <w:t>4600 Olten</w:t>
      </w:r>
    </w:p>
    <w:sectPr w:rsidR="00506730" w:rsidRPr="007A7196" w:rsidSect="00506730">
      <w:headerReference w:type="default" r:id="rId8"/>
      <w:pgSz w:w="11906" w:h="16838"/>
      <w:pgMar w:top="2552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428" w:rsidRDefault="00723428" w:rsidP="006B52A6">
      <w:pPr>
        <w:spacing w:after="0" w:line="240" w:lineRule="auto"/>
      </w:pPr>
      <w:r>
        <w:separator/>
      </w:r>
    </w:p>
  </w:endnote>
  <w:endnote w:type="continuationSeparator" w:id="0">
    <w:p w:rsidR="00723428" w:rsidRDefault="00723428" w:rsidP="006B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428" w:rsidRDefault="00723428" w:rsidP="006B52A6">
      <w:pPr>
        <w:spacing w:after="0" w:line="240" w:lineRule="auto"/>
      </w:pPr>
      <w:r>
        <w:separator/>
      </w:r>
    </w:p>
  </w:footnote>
  <w:footnote w:type="continuationSeparator" w:id="0">
    <w:p w:rsidR="00723428" w:rsidRDefault="00723428" w:rsidP="006B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A6" w:rsidRPr="006B52A6" w:rsidRDefault="00233A66" w:rsidP="00306002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lang w:val="de-DE"/>
      </w:rPr>
    </w:pPr>
    <w:r>
      <w:rPr>
        <w:rFonts w:ascii="Arial" w:hAnsi="Arial" w:cs="Arial"/>
        <w:noProof/>
        <w:lang w:eastAsia="de-CH"/>
      </w:rPr>
      <w:drawing>
        <wp:anchor distT="0" distB="0" distL="114300" distR="114300" simplePos="0" relativeHeight="251658240" behindDoc="1" locked="0" layoutInCell="1" allowOverlap="1" wp14:anchorId="4CC7EDDD" wp14:editId="2CFD0344">
          <wp:simplePos x="0" y="0"/>
          <wp:positionH relativeFrom="column">
            <wp:posOffset>3857625</wp:posOffset>
          </wp:positionH>
          <wp:positionV relativeFrom="paragraph">
            <wp:posOffset>-122555</wp:posOffset>
          </wp:positionV>
          <wp:extent cx="1904365" cy="993140"/>
          <wp:effectExtent l="171450" t="171450" r="381635" b="359410"/>
          <wp:wrapTight wrapText="bothSides">
            <wp:wrapPolygon edited="0">
              <wp:start x="2377" y="-3729"/>
              <wp:lineTo x="-1945" y="-2900"/>
              <wp:lineTo x="-1945" y="23202"/>
              <wp:lineTo x="-1513" y="24031"/>
              <wp:lineTo x="1080" y="28174"/>
              <wp:lineTo x="1296" y="29003"/>
              <wp:lineTo x="22471" y="29003"/>
              <wp:lineTo x="22688" y="28174"/>
              <wp:lineTo x="25280" y="24031"/>
              <wp:lineTo x="25713" y="1657"/>
              <wp:lineTo x="22688" y="-2900"/>
              <wp:lineTo x="21391" y="-3729"/>
              <wp:lineTo x="2377" y="-3729"/>
            </wp:wrapPolygon>
          </wp:wrapTight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99314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52A6" w:rsidRPr="006B52A6">
      <w:rPr>
        <w:rFonts w:ascii="Arial" w:hAnsi="Arial" w:cs="Arial"/>
        <w:lang w:val="de-DE"/>
      </w:rPr>
      <w:t>Hotel Chesa Rumantsch</w:t>
    </w:r>
  </w:p>
  <w:p w:rsidR="006B52A6" w:rsidRPr="006B52A6" w:rsidRDefault="006B52A6" w:rsidP="00950164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Unterdorf 54</w:t>
    </w:r>
  </w:p>
  <w:p w:rsidR="006B52A6" w:rsidRPr="006B52A6" w:rsidRDefault="006B52A6" w:rsidP="00950164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7411 Sils</w:t>
    </w:r>
  </w:p>
  <w:p w:rsidR="006B52A6" w:rsidRPr="006B52A6" w:rsidRDefault="006B52A6" w:rsidP="00950164">
    <w:pPr>
      <w:pStyle w:val="Kopfzeile"/>
      <w:tabs>
        <w:tab w:val="clear" w:pos="4536"/>
        <w:tab w:val="clear" w:pos="9072"/>
        <w:tab w:val="left" w:pos="709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Tel.</w:t>
    </w:r>
    <w:r w:rsidR="00950164">
      <w:rPr>
        <w:rFonts w:ascii="Arial" w:hAnsi="Arial" w:cs="Arial"/>
        <w:lang w:val="de-DE"/>
      </w:rPr>
      <w:tab/>
    </w:r>
    <w:r w:rsidRPr="006B52A6">
      <w:rPr>
        <w:rFonts w:ascii="Arial" w:hAnsi="Arial" w:cs="Arial"/>
        <w:lang w:val="de-DE"/>
      </w:rPr>
      <w:t>081 838 19 19</w:t>
    </w:r>
  </w:p>
  <w:p w:rsidR="006B52A6" w:rsidRPr="006B52A6" w:rsidRDefault="006B52A6" w:rsidP="00950164">
    <w:pPr>
      <w:pStyle w:val="Kopfzeile"/>
      <w:tabs>
        <w:tab w:val="clear" w:pos="4536"/>
        <w:tab w:val="clear" w:pos="9072"/>
        <w:tab w:val="left" w:pos="709"/>
      </w:tabs>
      <w:spacing w:line="276" w:lineRule="auto"/>
      <w:rPr>
        <w:rFonts w:ascii="Arial" w:hAnsi="Arial" w:cs="Arial"/>
        <w:lang w:val="de-DE"/>
      </w:rPr>
    </w:pPr>
    <w:r w:rsidRPr="006B52A6">
      <w:rPr>
        <w:rFonts w:ascii="Arial" w:hAnsi="Arial" w:cs="Arial"/>
        <w:lang w:val="de-DE"/>
      </w:rPr>
      <w:t>Fax</w:t>
    </w:r>
    <w:r w:rsidR="00950164">
      <w:rPr>
        <w:rFonts w:ascii="Arial" w:hAnsi="Arial" w:cs="Arial"/>
        <w:lang w:val="de-DE"/>
      </w:rPr>
      <w:tab/>
    </w:r>
    <w:r w:rsidRPr="006B52A6">
      <w:rPr>
        <w:rFonts w:ascii="Arial" w:hAnsi="Arial" w:cs="Arial"/>
        <w:lang w:val="de-DE"/>
      </w:rPr>
      <w:t>081 838 19 20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54FA"/>
    <w:multiLevelType w:val="hybridMultilevel"/>
    <w:tmpl w:val="99583986"/>
    <w:lvl w:ilvl="0" w:tplc="412A40B2">
      <w:start w:val="4600"/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88"/>
    <w:rsid w:val="001C5FDF"/>
    <w:rsid w:val="00233A66"/>
    <w:rsid w:val="00263414"/>
    <w:rsid w:val="00306002"/>
    <w:rsid w:val="00481AE3"/>
    <w:rsid w:val="00506730"/>
    <w:rsid w:val="00523A3F"/>
    <w:rsid w:val="006B52A6"/>
    <w:rsid w:val="00700564"/>
    <w:rsid w:val="00723428"/>
    <w:rsid w:val="007A7196"/>
    <w:rsid w:val="007B236D"/>
    <w:rsid w:val="00813423"/>
    <w:rsid w:val="00867605"/>
    <w:rsid w:val="008D1320"/>
    <w:rsid w:val="00950164"/>
    <w:rsid w:val="00AC6149"/>
    <w:rsid w:val="00B541E7"/>
    <w:rsid w:val="00C02888"/>
    <w:rsid w:val="00DA70E8"/>
    <w:rsid w:val="00F147B6"/>
    <w:rsid w:val="00F76345"/>
    <w:rsid w:val="00F84F58"/>
    <w:rsid w:val="00FA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2A6"/>
  </w:style>
  <w:style w:type="paragraph" w:styleId="Fuzeile">
    <w:name w:val="footer"/>
    <w:basedOn w:val="Standard"/>
    <w:link w:val="Fu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52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52A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5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52A6"/>
  </w:style>
  <w:style w:type="paragraph" w:styleId="Fuzeile">
    <w:name w:val="footer"/>
    <w:basedOn w:val="Standard"/>
    <w:link w:val="FuzeileZchn"/>
    <w:uiPriority w:val="99"/>
    <w:unhideWhenUsed/>
    <w:rsid w:val="006B5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52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52A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B5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QV__bgs_Serie2\Dateien_Lernende\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Briefvorlage.dotx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2015-11-09T10:33:00Z</dcterms:created>
  <dcterms:modified xsi:type="dcterms:W3CDTF">2016-02-25T10:47:00Z</dcterms:modified>
</cp:coreProperties>
</file>