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B5" w:rsidRPr="00F94447" w:rsidRDefault="009827B5" w:rsidP="009827B5">
      <w:pPr>
        <w:rPr>
          <w:rFonts w:cs="Arial"/>
          <w:color w:val="FF0000"/>
        </w:rPr>
      </w:pPr>
      <w:r w:rsidRPr="00F94447">
        <w:rPr>
          <w:rFonts w:cs="Arial"/>
          <w:color w:val="FF0000"/>
        </w:rPr>
        <w:t>Anr</w:t>
      </w:r>
      <w:bookmarkStart w:id="0" w:name="_GoBack"/>
      <w:bookmarkEnd w:id="0"/>
      <w:r w:rsidRPr="00F94447">
        <w:rPr>
          <w:rFonts w:cs="Arial"/>
          <w:color w:val="FF0000"/>
        </w:rPr>
        <w:t>ede</w:t>
      </w:r>
    </w:p>
    <w:p w:rsidR="009827B5" w:rsidRPr="00F94447" w:rsidRDefault="009827B5" w:rsidP="009827B5">
      <w:pPr>
        <w:rPr>
          <w:rFonts w:cs="Arial"/>
          <w:color w:val="FF0000"/>
        </w:rPr>
      </w:pPr>
      <w:r w:rsidRPr="00F94447">
        <w:rPr>
          <w:rFonts w:cs="Arial"/>
          <w:color w:val="FF0000"/>
        </w:rPr>
        <w:t>Vorname Nachname</w:t>
      </w:r>
    </w:p>
    <w:p w:rsidR="009827B5" w:rsidRPr="00F94447" w:rsidRDefault="009461C9" w:rsidP="009827B5">
      <w:pPr>
        <w:rPr>
          <w:rFonts w:cs="Arial"/>
          <w:color w:val="FF0000"/>
        </w:rPr>
      </w:pPr>
      <w:r>
        <w:rPr>
          <w:rFonts w:cs="Arial"/>
          <w:color w:val="FF0000"/>
        </w:rPr>
        <w:t>Strasse</w:t>
      </w:r>
      <w:r w:rsidR="002B6BCF">
        <w:rPr>
          <w:rFonts w:cs="Arial"/>
          <w:color w:val="FF0000"/>
        </w:rPr>
        <w:t>/</w:t>
      </w:r>
      <w:r>
        <w:rPr>
          <w:rFonts w:cs="Arial"/>
          <w:color w:val="FF0000"/>
        </w:rPr>
        <w:t>Nummer</w:t>
      </w:r>
    </w:p>
    <w:p w:rsidR="009827B5" w:rsidRPr="002A1F34" w:rsidRDefault="009827B5" w:rsidP="009827B5">
      <w:pPr>
        <w:rPr>
          <w:rFonts w:cs="Arial"/>
        </w:rPr>
      </w:pPr>
      <w:r w:rsidRPr="00F94447">
        <w:rPr>
          <w:rFonts w:cs="Arial"/>
          <w:color w:val="FF0000"/>
        </w:rPr>
        <w:t>PLZ Ort</w:t>
      </w:r>
    </w:p>
    <w:p w:rsidR="009827B5" w:rsidRPr="002A1F34" w:rsidRDefault="009827B5" w:rsidP="009827B5">
      <w:pPr>
        <w:spacing w:before="1480"/>
        <w:rPr>
          <w:rFonts w:cs="Arial"/>
        </w:rPr>
      </w:pPr>
      <w:r w:rsidRPr="002A1F34">
        <w:rPr>
          <w:rFonts w:cs="Arial"/>
        </w:rPr>
        <w:fldChar w:fldCharType="begin"/>
      </w:r>
      <w:r w:rsidRPr="002A1F34">
        <w:rPr>
          <w:rFonts w:cs="Arial"/>
        </w:rPr>
        <w:instrText xml:space="preserve"> TIME \@ "d. MMMM yyyy" </w:instrText>
      </w:r>
      <w:r w:rsidRPr="002A1F34">
        <w:rPr>
          <w:rFonts w:cs="Arial"/>
        </w:rPr>
        <w:fldChar w:fldCharType="separate"/>
      </w:r>
      <w:r w:rsidR="002B6BCF">
        <w:rPr>
          <w:rFonts w:cs="Arial"/>
          <w:noProof/>
        </w:rPr>
        <w:t>16. April 2016</w:t>
      </w:r>
      <w:r w:rsidRPr="002A1F34">
        <w:rPr>
          <w:rFonts w:cs="Arial"/>
        </w:rPr>
        <w:fldChar w:fldCharType="end"/>
      </w:r>
    </w:p>
    <w:p w:rsidR="009827B5" w:rsidRPr="002A1F34" w:rsidRDefault="009827B5" w:rsidP="009827B5">
      <w:pPr>
        <w:spacing w:before="720"/>
        <w:rPr>
          <w:rFonts w:cs="Arial"/>
          <w:b/>
        </w:rPr>
      </w:pPr>
      <w:r w:rsidRPr="002A1F34">
        <w:rPr>
          <w:rFonts w:cs="Arial"/>
          <w:b/>
        </w:rPr>
        <w:t>Mini-</w:t>
      </w:r>
      <w:proofErr w:type="spellStart"/>
      <w:r w:rsidRPr="002A1F34">
        <w:rPr>
          <w:rFonts w:cs="Arial"/>
          <w:b/>
        </w:rPr>
        <w:t>Cakes</w:t>
      </w:r>
      <w:proofErr w:type="spellEnd"/>
      <w:r w:rsidRPr="002A1F34">
        <w:rPr>
          <w:rFonts w:cs="Arial"/>
          <w:b/>
        </w:rPr>
        <w:t xml:space="preserve"> mit Ihrem Logo</w:t>
      </w:r>
    </w:p>
    <w:p w:rsidR="009827B5" w:rsidRPr="002A1F34" w:rsidRDefault="009827B5" w:rsidP="009827B5">
      <w:pPr>
        <w:spacing w:before="480"/>
        <w:rPr>
          <w:rFonts w:cs="Arial"/>
        </w:rPr>
      </w:pPr>
    </w:p>
    <w:p w:rsidR="006D423C" w:rsidRPr="002A1F34" w:rsidRDefault="006D423C" w:rsidP="006D423C">
      <w:pPr>
        <w:rPr>
          <w:rFonts w:cs="Arial"/>
        </w:rPr>
      </w:pPr>
    </w:p>
    <w:p w:rsidR="006D423C" w:rsidRPr="002A1F34" w:rsidRDefault="006D423C" w:rsidP="006D423C">
      <w:pPr>
        <w:rPr>
          <w:rFonts w:cs="Arial"/>
        </w:rPr>
      </w:pPr>
      <w:r w:rsidRPr="002A1F34">
        <w:rPr>
          <w:rFonts w:cs="Arial"/>
        </w:rPr>
        <w:t>Werbung ist das A und O für jedes Unternehmen. Machen Sie auf sich aufmerksam und belohnen Sie Ihre Kunden mit unseren köstlichen Mini-</w:t>
      </w:r>
      <w:proofErr w:type="spellStart"/>
      <w:r w:rsidRPr="002A1F34">
        <w:rPr>
          <w:rFonts w:cs="Arial"/>
        </w:rPr>
        <w:t>Cakes</w:t>
      </w:r>
      <w:proofErr w:type="spellEnd"/>
      <w:r w:rsidRPr="002A1F34">
        <w:rPr>
          <w:rFonts w:cs="Arial"/>
        </w:rPr>
        <w:t>, bedruckt mit Ihrem Logo.</w:t>
      </w:r>
    </w:p>
    <w:p w:rsidR="006D423C" w:rsidRPr="002A1F34" w:rsidRDefault="006D423C" w:rsidP="006D423C">
      <w:pPr>
        <w:rPr>
          <w:rFonts w:cs="Arial"/>
        </w:rPr>
      </w:pPr>
    </w:p>
    <w:p w:rsidR="006D423C" w:rsidRPr="002A1F34" w:rsidRDefault="006D423C" w:rsidP="006D423C">
      <w:pPr>
        <w:rPr>
          <w:rFonts w:cs="Arial"/>
        </w:rPr>
      </w:pPr>
      <w:r w:rsidRPr="002A1F34">
        <w:rPr>
          <w:rFonts w:cs="Arial"/>
        </w:rPr>
        <w:t xml:space="preserve">Auf dem Flyer in der Beilage finden Sie alle nötigen Informationen. </w:t>
      </w:r>
    </w:p>
    <w:p w:rsidR="006D423C" w:rsidRPr="002A1F34" w:rsidRDefault="006D423C" w:rsidP="006D423C">
      <w:pPr>
        <w:rPr>
          <w:rFonts w:cs="Arial"/>
        </w:rPr>
      </w:pPr>
    </w:p>
    <w:p w:rsidR="006D423C" w:rsidRPr="002A1F34" w:rsidRDefault="007B1BD9" w:rsidP="006D423C">
      <w:pPr>
        <w:rPr>
          <w:rFonts w:cs="Arial"/>
        </w:rPr>
      </w:pPr>
      <w:r w:rsidRPr="002A1F34">
        <w:rPr>
          <w:rFonts w:cs="Arial"/>
          <w:lang w:val="de-DE"/>
        </w:rPr>
        <w:t>Zögern Sie nicht, bei Fragen mit uns Kontakt aufzunehmen. Auf Ihre Bestellung freuen wir uns.</w:t>
      </w:r>
    </w:p>
    <w:p w:rsidR="006D423C" w:rsidRPr="002A1F34" w:rsidRDefault="006D423C" w:rsidP="006D423C">
      <w:pPr>
        <w:rPr>
          <w:rFonts w:cs="Arial"/>
        </w:rPr>
      </w:pPr>
    </w:p>
    <w:p w:rsidR="006D423C" w:rsidRPr="002A1F34" w:rsidRDefault="006D423C" w:rsidP="006D423C">
      <w:pPr>
        <w:rPr>
          <w:rFonts w:cs="Arial"/>
        </w:rPr>
      </w:pPr>
      <w:r w:rsidRPr="002A1F34">
        <w:rPr>
          <w:rFonts w:cs="Arial"/>
        </w:rPr>
        <w:t>Freundliche Grüsse</w:t>
      </w:r>
    </w:p>
    <w:p w:rsidR="006D423C" w:rsidRPr="002A1F34" w:rsidRDefault="006D423C" w:rsidP="006D423C">
      <w:pPr>
        <w:spacing w:before="260"/>
        <w:rPr>
          <w:rFonts w:cs="Arial"/>
        </w:rPr>
      </w:pPr>
      <w:r w:rsidRPr="002A1F34">
        <w:rPr>
          <w:rFonts w:cs="Arial"/>
        </w:rPr>
        <w:t>Bäckerei &amp; Confiserie Bruni</w:t>
      </w:r>
    </w:p>
    <w:p w:rsidR="00F65525" w:rsidRPr="002A1F34" w:rsidRDefault="006D423C" w:rsidP="006D423C">
      <w:pPr>
        <w:spacing w:before="760"/>
        <w:rPr>
          <w:rFonts w:cs="Arial"/>
        </w:rPr>
      </w:pPr>
      <w:r w:rsidRPr="002A1F34">
        <w:rPr>
          <w:rFonts w:cs="Arial"/>
        </w:rPr>
        <w:t>Caroline Hirsiger</w:t>
      </w:r>
    </w:p>
    <w:p w:rsidR="00F65525" w:rsidRPr="00F65525" w:rsidRDefault="00F65525" w:rsidP="00F65525">
      <w:pPr>
        <w:rPr>
          <w:rFonts w:cs="Arial"/>
        </w:rPr>
      </w:pPr>
    </w:p>
    <w:p w:rsidR="00F65525" w:rsidRPr="00F65525" w:rsidRDefault="00F65525" w:rsidP="00F65525">
      <w:pPr>
        <w:rPr>
          <w:rFonts w:cs="Arial"/>
        </w:rPr>
      </w:pPr>
    </w:p>
    <w:p w:rsidR="00F65525" w:rsidRPr="00F65525" w:rsidRDefault="00F65525" w:rsidP="00F65525">
      <w:pPr>
        <w:rPr>
          <w:rFonts w:cs="Arial"/>
        </w:rPr>
      </w:pPr>
    </w:p>
    <w:p w:rsidR="00F77975" w:rsidRPr="002A1F34" w:rsidRDefault="006D423C" w:rsidP="00F65525">
      <w:pPr>
        <w:pStyle w:val="Listenabsatz"/>
        <w:numPr>
          <w:ilvl w:val="0"/>
          <w:numId w:val="1"/>
        </w:numPr>
        <w:ind w:left="284" w:hanging="284"/>
        <w:rPr>
          <w:rFonts w:asciiTheme="minorHAnsi" w:hAnsiTheme="minorHAnsi" w:cs="Arial"/>
          <w:sz w:val="22"/>
          <w:szCs w:val="22"/>
        </w:rPr>
      </w:pPr>
      <w:r w:rsidRPr="002A1F34">
        <w:rPr>
          <w:rFonts w:asciiTheme="minorHAnsi" w:hAnsiTheme="minorHAnsi" w:cs="Arial"/>
          <w:sz w:val="22"/>
          <w:szCs w:val="22"/>
        </w:rPr>
        <w:t>Flyer Mini-</w:t>
      </w:r>
      <w:proofErr w:type="spellStart"/>
      <w:r w:rsidRPr="002A1F34">
        <w:rPr>
          <w:rFonts w:asciiTheme="minorHAnsi" w:hAnsiTheme="minorHAnsi" w:cs="Arial"/>
          <w:sz w:val="22"/>
          <w:szCs w:val="22"/>
        </w:rPr>
        <w:t>Cakes</w:t>
      </w:r>
      <w:proofErr w:type="spellEnd"/>
    </w:p>
    <w:sectPr w:rsidR="00F77975" w:rsidRPr="002A1F34" w:rsidSect="000C6619">
      <w:headerReference w:type="default" r:id="rId7"/>
      <w:pgSz w:w="11906" w:h="16838" w:code="9"/>
      <w:pgMar w:top="2835" w:right="1134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D6F" w:rsidRDefault="00DC7D6F" w:rsidP="000257BF">
      <w:r>
        <w:separator/>
      </w:r>
    </w:p>
  </w:endnote>
  <w:endnote w:type="continuationSeparator" w:id="0">
    <w:p w:rsidR="00DC7D6F" w:rsidRDefault="00DC7D6F" w:rsidP="0002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D6F" w:rsidRDefault="00DC7D6F" w:rsidP="000257BF">
      <w:r>
        <w:separator/>
      </w:r>
    </w:p>
  </w:footnote>
  <w:footnote w:type="continuationSeparator" w:id="0">
    <w:p w:rsidR="00DC7D6F" w:rsidRDefault="00DC7D6F" w:rsidP="00025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66"/>
      <w:gridCol w:w="1093"/>
      <w:gridCol w:w="4812"/>
    </w:tblGrid>
    <w:tr w:rsidR="002F2EF1" w:rsidRPr="000C6619" w:rsidTr="00A17740">
      <w:tc>
        <w:tcPr>
          <w:tcW w:w="3227" w:type="dxa"/>
        </w:tcPr>
        <w:p w:rsidR="00A17740" w:rsidRPr="002A1F34" w:rsidRDefault="00A17740" w:rsidP="009D074E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Bäckerei &amp; Confiserie Bruni</w:t>
          </w:r>
        </w:p>
        <w:p w:rsidR="00A17740" w:rsidRPr="002A1F34" w:rsidRDefault="00A17740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Dorfgasse 14</w:t>
          </w:r>
        </w:p>
        <w:p w:rsidR="00A17740" w:rsidRPr="002A1F34" w:rsidRDefault="00A17740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4600 Olten</w:t>
          </w:r>
        </w:p>
        <w:p w:rsidR="00A17740" w:rsidRPr="002A1F34" w:rsidRDefault="00A17740" w:rsidP="00A17740">
          <w:pPr>
            <w:pStyle w:val="Kopfzeile"/>
            <w:tabs>
              <w:tab w:val="left" w:pos="993"/>
            </w:tabs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E-Mail</w:t>
          </w:r>
          <w:r w:rsidRPr="002A1F34">
            <w:rPr>
              <w:color w:val="595959" w:themeColor="text1" w:themeTint="A6"/>
              <w:sz w:val="18"/>
            </w:rPr>
            <w:tab/>
            <w:t>info@beck-bruni.ch</w:t>
          </w:r>
        </w:p>
        <w:p w:rsidR="000C6619" w:rsidRPr="000C6619" w:rsidRDefault="00A17740" w:rsidP="00A17740">
          <w:pPr>
            <w:pStyle w:val="Kopfzeile"/>
            <w:tabs>
              <w:tab w:val="left" w:pos="99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 w:rsidRPr="002A1F34">
            <w:rPr>
              <w:color w:val="595959" w:themeColor="text1" w:themeTint="A6"/>
              <w:sz w:val="18"/>
            </w:rPr>
            <w:t>Telefon</w:t>
          </w:r>
          <w:r w:rsidRPr="002A1F34">
            <w:rPr>
              <w:color w:val="595959" w:themeColor="text1" w:themeTint="A6"/>
              <w:sz w:val="18"/>
            </w:rPr>
            <w:tab/>
            <w:t>062 287 14 99</w:t>
          </w:r>
        </w:p>
      </w:tc>
      <w:tc>
        <w:tcPr>
          <w:tcW w:w="1127" w:type="dxa"/>
        </w:tcPr>
        <w:p w:rsidR="000C6619" w:rsidRPr="000C6619" w:rsidRDefault="000C6619" w:rsidP="00767F7F">
          <w:pPr>
            <w:pStyle w:val="Fuzeile"/>
            <w:tabs>
              <w:tab w:val="clear" w:pos="4536"/>
              <w:tab w:val="right" w:pos="201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  <w:tc>
        <w:tcPr>
          <w:tcW w:w="4933" w:type="dxa"/>
        </w:tcPr>
        <w:p w:rsidR="000C6619" w:rsidRPr="000C6619" w:rsidRDefault="000F2073" w:rsidP="000C6619">
          <w:pPr>
            <w:pStyle w:val="Fuzeile"/>
            <w:tabs>
              <w:tab w:val="clear" w:pos="4536"/>
            </w:tabs>
            <w:jc w:val="right"/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>
            <w:rPr>
              <w:rFonts w:ascii="Arial" w:hAnsi="Arial" w:cs="Arial"/>
              <w:noProof/>
              <w:color w:val="3D474E"/>
              <w:sz w:val="16"/>
              <w:szCs w:val="18"/>
              <w:shd w:val="clear" w:color="auto" w:fill="FFFFFF"/>
              <w:lang w:eastAsia="de-CH"/>
            </w:rPr>
            <w:drawing>
              <wp:inline distT="0" distB="0" distL="0" distR="0" wp14:anchorId="4FEE5C98" wp14:editId="0663130E">
                <wp:extent cx="936000" cy="449491"/>
                <wp:effectExtent l="0" t="0" r="0" b="8255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klei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449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257BF" w:rsidRDefault="000257BF" w:rsidP="001A67F1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B110EF"/>
    <w:multiLevelType w:val="hybridMultilevel"/>
    <w:tmpl w:val="C1D6B7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F6"/>
    <w:rsid w:val="000257BF"/>
    <w:rsid w:val="00063393"/>
    <w:rsid w:val="00063A6C"/>
    <w:rsid w:val="000C6619"/>
    <w:rsid w:val="000F2073"/>
    <w:rsid w:val="0011547F"/>
    <w:rsid w:val="00136A9A"/>
    <w:rsid w:val="001A1E7E"/>
    <w:rsid w:val="001A39D4"/>
    <w:rsid w:val="001A59AE"/>
    <w:rsid w:val="001A67F1"/>
    <w:rsid w:val="002253F6"/>
    <w:rsid w:val="00273036"/>
    <w:rsid w:val="002A1F34"/>
    <w:rsid w:val="002B6BCF"/>
    <w:rsid w:val="002F26A8"/>
    <w:rsid w:val="002F2EF1"/>
    <w:rsid w:val="00310509"/>
    <w:rsid w:val="00314B6B"/>
    <w:rsid w:val="00325E3D"/>
    <w:rsid w:val="003D6232"/>
    <w:rsid w:val="003E6AEC"/>
    <w:rsid w:val="00565DB2"/>
    <w:rsid w:val="005A34CF"/>
    <w:rsid w:val="00615DBE"/>
    <w:rsid w:val="00665205"/>
    <w:rsid w:val="006D2EDD"/>
    <w:rsid w:val="006D423C"/>
    <w:rsid w:val="007251E9"/>
    <w:rsid w:val="00751FBB"/>
    <w:rsid w:val="00767F7F"/>
    <w:rsid w:val="00793CCC"/>
    <w:rsid w:val="007B1BD9"/>
    <w:rsid w:val="008243FD"/>
    <w:rsid w:val="008521BA"/>
    <w:rsid w:val="0088028E"/>
    <w:rsid w:val="009376C8"/>
    <w:rsid w:val="009461C9"/>
    <w:rsid w:val="009827B5"/>
    <w:rsid w:val="00985E83"/>
    <w:rsid w:val="009976FA"/>
    <w:rsid w:val="009D074E"/>
    <w:rsid w:val="00A17740"/>
    <w:rsid w:val="00AA78CA"/>
    <w:rsid w:val="00B56784"/>
    <w:rsid w:val="00BB601D"/>
    <w:rsid w:val="00C16FF2"/>
    <w:rsid w:val="00C65421"/>
    <w:rsid w:val="00C664C5"/>
    <w:rsid w:val="00C9694A"/>
    <w:rsid w:val="00CA58A2"/>
    <w:rsid w:val="00D3646E"/>
    <w:rsid w:val="00DC7D6F"/>
    <w:rsid w:val="00DD7ABF"/>
    <w:rsid w:val="00E16D83"/>
    <w:rsid w:val="00E94F37"/>
    <w:rsid w:val="00F51656"/>
    <w:rsid w:val="00F65525"/>
    <w:rsid w:val="00F77975"/>
    <w:rsid w:val="00F94447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B09EB138-D24A-471F-9AFB-7A306A0B6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797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57BF"/>
  </w:style>
  <w:style w:type="paragraph" w:styleId="Fuzeile">
    <w:name w:val="footer"/>
    <w:basedOn w:val="Standard"/>
    <w:link w:val="Fu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57B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7F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D423C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b\Desktop\B_Brief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</Pages>
  <Words>73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dcterms:created xsi:type="dcterms:W3CDTF">2016-04-03T07:48:00Z</dcterms:created>
  <dcterms:modified xsi:type="dcterms:W3CDTF">2016-04-16T15:32:00Z</dcterms:modified>
</cp:coreProperties>
</file>