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927FA" w14:textId="09B84E9F" w:rsidR="00127D2D" w:rsidRPr="00F77AF5" w:rsidRDefault="00127D2D" w:rsidP="004010CA">
      <w:pPr>
        <w:tabs>
          <w:tab w:val="right" w:leader="hyphen" w:pos="9356"/>
        </w:tabs>
        <w:spacing w:before="600" w:after="360"/>
        <w:rPr>
          <w:rFonts w:cs="Arial"/>
          <w:b/>
          <w:color w:val="0070C0"/>
          <w:sz w:val="36"/>
          <w:szCs w:val="28"/>
          <w:lang w:val="de-CH"/>
        </w:rPr>
      </w:pPr>
      <w:bookmarkStart w:id="0" w:name="_GoBack"/>
      <w:bookmarkEnd w:id="0"/>
      <w:r w:rsidRPr="00F77AF5">
        <w:rPr>
          <w:rFonts w:cs="Arial"/>
          <w:b/>
          <w:color w:val="0070C0"/>
          <w:sz w:val="36"/>
          <w:szCs w:val="28"/>
          <w:lang w:val="de-CH"/>
        </w:rPr>
        <w:t xml:space="preserve">Anmeldung – </w:t>
      </w:r>
      <w:r w:rsidR="00935670" w:rsidRPr="00F77AF5">
        <w:rPr>
          <w:rFonts w:cs="Arial"/>
          <w:b/>
          <w:color w:val="0070C0"/>
          <w:sz w:val="36"/>
          <w:szCs w:val="28"/>
          <w:lang w:val="de-CH"/>
        </w:rPr>
        <w:t>Spendenlauf</w:t>
      </w:r>
      <w:r w:rsidRPr="00F77AF5">
        <w:rPr>
          <w:rFonts w:cs="Arial"/>
          <w:b/>
          <w:color w:val="0070C0"/>
          <w:sz w:val="36"/>
          <w:szCs w:val="28"/>
          <w:lang w:val="de-CH"/>
        </w:rPr>
        <w:t xml:space="preserve"> </w:t>
      </w:r>
      <w:r w:rsidR="00A60C68">
        <w:rPr>
          <w:rFonts w:cs="Arial"/>
          <w:b/>
          <w:color w:val="0070C0"/>
          <w:sz w:val="36"/>
          <w:szCs w:val="28"/>
          <w:lang w:val="de-CH"/>
        </w:rPr>
        <w:t>«</w:t>
      </w:r>
      <w:r w:rsidRPr="00F77AF5">
        <w:rPr>
          <w:rFonts w:cs="Arial"/>
          <w:b/>
          <w:color w:val="0070C0"/>
          <w:sz w:val="36"/>
          <w:szCs w:val="28"/>
          <w:lang w:val="de-CH"/>
        </w:rPr>
        <w:t>sauberes Mittelmeer</w:t>
      </w:r>
      <w:r w:rsidR="00A60C68">
        <w:rPr>
          <w:rFonts w:cs="Arial"/>
          <w:b/>
          <w:color w:val="0070C0"/>
          <w:sz w:val="36"/>
          <w:szCs w:val="28"/>
          <w:lang w:val="de-CH"/>
        </w:rPr>
        <w:t>»</w:t>
      </w:r>
    </w:p>
    <w:p w14:paraId="18EF82DB" w14:textId="77777777" w:rsidR="00127D2D" w:rsidRPr="00944A76" w:rsidRDefault="00127D2D" w:rsidP="009A1E9A">
      <w:pPr>
        <w:pStyle w:val="berschrift2"/>
        <w:rPr>
          <w:lang w:val="de-CH"/>
        </w:rPr>
      </w:pPr>
      <w:r w:rsidRPr="00944A76">
        <w:rPr>
          <w:lang w:val="de-CH"/>
        </w:rPr>
        <w:t>Freitag, 20. September 2019, ab 14.30 Uhr</w:t>
      </w:r>
    </w:p>
    <w:p w14:paraId="377BC7BA" w14:textId="77777777" w:rsidR="00A909D4" w:rsidRPr="006405DE" w:rsidRDefault="00A909D4" w:rsidP="00843B59">
      <w:pPr>
        <w:pStyle w:val="Listenabsatz"/>
        <w:numPr>
          <w:ilvl w:val="0"/>
          <w:numId w:val="6"/>
        </w:numPr>
        <w:tabs>
          <w:tab w:val="left" w:pos="4253"/>
        </w:tabs>
        <w:spacing w:before="360" w:after="360"/>
        <w:ind w:left="567" w:hanging="567"/>
        <w:rPr>
          <w:rFonts w:cs="Arial"/>
          <w:sz w:val="24"/>
          <w:szCs w:val="20"/>
        </w:rPr>
      </w:pPr>
      <w:r w:rsidRPr="006405DE">
        <w:rPr>
          <w:rFonts w:cs="Arial"/>
        </w:rPr>
        <w:t>Ich komme alleine</w:t>
      </w:r>
    </w:p>
    <w:p w14:paraId="22A9FEF1" w14:textId="77777777" w:rsidR="00A909D4" w:rsidRPr="006405DE" w:rsidRDefault="00A909D4" w:rsidP="00843B59">
      <w:pPr>
        <w:pStyle w:val="Listenabsatz"/>
        <w:numPr>
          <w:ilvl w:val="0"/>
          <w:numId w:val="6"/>
        </w:numPr>
        <w:tabs>
          <w:tab w:val="left" w:pos="4253"/>
        </w:tabs>
        <w:spacing w:before="360" w:after="360"/>
        <w:ind w:left="567" w:hanging="567"/>
        <w:rPr>
          <w:rFonts w:cs="Arial"/>
          <w:sz w:val="24"/>
          <w:szCs w:val="20"/>
        </w:rPr>
      </w:pPr>
      <w:r w:rsidRPr="006405DE">
        <w:rPr>
          <w:rFonts w:cs="Arial"/>
        </w:rPr>
        <w:t>Ich komme in Begleitung einer Person</w:t>
      </w:r>
    </w:p>
    <w:p w14:paraId="6EA62B41" w14:textId="77777777" w:rsidR="00A909D4" w:rsidRPr="006405DE" w:rsidRDefault="00A909D4" w:rsidP="00843B59">
      <w:pPr>
        <w:pStyle w:val="Listenabsatz"/>
        <w:numPr>
          <w:ilvl w:val="0"/>
          <w:numId w:val="6"/>
        </w:numPr>
        <w:spacing w:before="360" w:after="360"/>
        <w:ind w:left="567" w:hanging="567"/>
        <w:rPr>
          <w:rFonts w:cs="Arial"/>
        </w:rPr>
      </w:pPr>
      <w:r w:rsidRPr="006405DE">
        <w:rPr>
          <w:rFonts w:cs="Arial"/>
        </w:rPr>
        <w:t>Leider ist mir eine Teilnahme nicht möglich</w:t>
      </w:r>
    </w:p>
    <w:p w14:paraId="77D6564B" w14:textId="0C6ADD73" w:rsidR="00127D2D" w:rsidRDefault="00127D2D" w:rsidP="00604237">
      <w:pPr>
        <w:tabs>
          <w:tab w:val="left" w:pos="1843"/>
          <w:tab w:val="left" w:leader="underscore" w:pos="9072"/>
        </w:tabs>
        <w:spacing w:before="480" w:after="360"/>
        <w:rPr>
          <w:rFonts w:cs="Arial"/>
        </w:rPr>
      </w:pPr>
      <w:r>
        <w:rPr>
          <w:rFonts w:cs="Arial"/>
        </w:rPr>
        <w:t>Lehrbetrieb</w:t>
      </w:r>
      <w:r>
        <w:rPr>
          <w:rFonts w:cs="Arial"/>
        </w:rPr>
        <w:tab/>
      </w:r>
      <w:r>
        <w:rPr>
          <w:rFonts w:cs="Arial"/>
        </w:rPr>
        <w:tab/>
      </w:r>
    </w:p>
    <w:p w14:paraId="74B97AD9" w14:textId="77777777" w:rsidR="00127D2D" w:rsidRDefault="00127D2D" w:rsidP="00604237">
      <w:pPr>
        <w:tabs>
          <w:tab w:val="left" w:pos="1843"/>
          <w:tab w:val="left" w:leader="underscore" w:pos="9072"/>
        </w:tabs>
        <w:spacing w:after="360"/>
        <w:rPr>
          <w:rFonts w:cs="Arial"/>
        </w:rPr>
      </w:pPr>
      <w:r>
        <w:rPr>
          <w:rFonts w:cs="Arial"/>
        </w:rPr>
        <w:t>Eltern</w:t>
      </w:r>
      <w:r>
        <w:rPr>
          <w:rFonts w:cs="Arial"/>
        </w:rPr>
        <w:tab/>
      </w:r>
      <w:r>
        <w:rPr>
          <w:rFonts w:cs="Arial"/>
        </w:rPr>
        <w:tab/>
      </w:r>
    </w:p>
    <w:p w14:paraId="0AAABD90" w14:textId="77777777" w:rsidR="00127D2D" w:rsidRDefault="00127D2D" w:rsidP="00604237">
      <w:pPr>
        <w:tabs>
          <w:tab w:val="left" w:pos="1843"/>
          <w:tab w:val="left" w:leader="underscore" w:pos="4820"/>
          <w:tab w:val="left" w:pos="5103"/>
          <w:tab w:val="left" w:pos="6379"/>
          <w:tab w:val="left" w:leader="underscore" w:pos="9072"/>
        </w:tabs>
        <w:spacing w:after="360"/>
        <w:rPr>
          <w:rFonts w:cs="Arial"/>
        </w:rPr>
      </w:pPr>
      <w:r>
        <w:rPr>
          <w:rFonts w:cs="Arial"/>
        </w:rPr>
        <w:t>Name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Vorname</w:t>
      </w:r>
      <w:r>
        <w:rPr>
          <w:rFonts w:cs="Arial"/>
        </w:rPr>
        <w:tab/>
      </w:r>
      <w:r>
        <w:rPr>
          <w:rFonts w:cs="Arial"/>
        </w:rPr>
        <w:tab/>
      </w:r>
    </w:p>
    <w:p w14:paraId="5336F1FC" w14:textId="77777777" w:rsidR="00127D2D" w:rsidRDefault="00127D2D" w:rsidP="00604237">
      <w:pPr>
        <w:tabs>
          <w:tab w:val="left" w:pos="1843"/>
          <w:tab w:val="left" w:leader="underscore" w:pos="4820"/>
          <w:tab w:val="left" w:pos="5103"/>
          <w:tab w:val="left" w:pos="6379"/>
          <w:tab w:val="left" w:leader="underscore" w:pos="9072"/>
        </w:tabs>
        <w:spacing w:after="360"/>
        <w:rPr>
          <w:rFonts w:cs="Arial"/>
        </w:rPr>
      </w:pPr>
      <w:r>
        <w:rPr>
          <w:rFonts w:cs="Arial"/>
        </w:rPr>
        <w:t>Adresse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PLZ/Ort</w:t>
      </w:r>
      <w:r>
        <w:rPr>
          <w:rFonts w:cs="Arial"/>
        </w:rPr>
        <w:tab/>
      </w:r>
      <w:r>
        <w:rPr>
          <w:rFonts w:cs="Arial"/>
        </w:rPr>
        <w:tab/>
      </w:r>
    </w:p>
    <w:p w14:paraId="7DEE44FB" w14:textId="77777777" w:rsidR="00127D2D" w:rsidRDefault="00127D2D" w:rsidP="00604237">
      <w:pPr>
        <w:tabs>
          <w:tab w:val="left" w:pos="1843"/>
          <w:tab w:val="left" w:leader="underscore" w:pos="4820"/>
          <w:tab w:val="left" w:pos="5103"/>
          <w:tab w:val="left" w:pos="6379"/>
          <w:tab w:val="left" w:leader="underscore" w:pos="9072"/>
        </w:tabs>
        <w:spacing w:after="360"/>
        <w:rPr>
          <w:rFonts w:cs="Arial"/>
          <w:lang w:val="de-CH"/>
        </w:rPr>
      </w:pPr>
      <w:r w:rsidRPr="00834CB4">
        <w:rPr>
          <w:rFonts w:cs="Arial"/>
          <w:lang w:val="de-CH"/>
        </w:rPr>
        <w:t>E-Mail</w:t>
      </w:r>
      <w:r w:rsidRPr="00834CB4">
        <w:rPr>
          <w:rFonts w:cs="Arial"/>
          <w:lang w:val="de-CH"/>
        </w:rPr>
        <w:tab/>
      </w:r>
      <w:r>
        <w:rPr>
          <w:rFonts w:cs="Arial"/>
          <w:lang w:val="de-CH"/>
        </w:rPr>
        <w:tab/>
      </w:r>
      <w:r>
        <w:rPr>
          <w:rFonts w:cs="Arial"/>
          <w:lang w:val="de-CH"/>
        </w:rPr>
        <w:tab/>
      </w:r>
      <w:r w:rsidRPr="00834CB4">
        <w:rPr>
          <w:rFonts w:cs="Arial"/>
          <w:lang w:val="de-CH"/>
        </w:rPr>
        <w:t>Tel.</w:t>
      </w:r>
      <w:r>
        <w:rPr>
          <w:rFonts w:cs="Arial"/>
          <w:lang w:val="de-CH"/>
        </w:rPr>
        <w:tab/>
      </w:r>
      <w:r>
        <w:rPr>
          <w:rFonts w:cs="Arial"/>
          <w:lang w:val="de-CH"/>
        </w:rPr>
        <w:tab/>
      </w:r>
    </w:p>
    <w:p w14:paraId="74E08771" w14:textId="1659FE92" w:rsidR="00604237" w:rsidRPr="00834CB4" w:rsidRDefault="00604237" w:rsidP="00604237">
      <w:pPr>
        <w:tabs>
          <w:tab w:val="left" w:pos="1843"/>
          <w:tab w:val="left" w:leader="underscore" w:pos="4820"/>
          <w:tab w:val="left" w:pos="5103"/>
          <w:tab w:val="left" w:pos="6379"/>
          <w:tab w:val="left" w:leader="underscore" w:pos="9072"/>
        </w:tabs>
        <w:spacing w:after="360"/>
        <w:rPr>
          <w:rFonts w:cs="Arial"/>
          <w:lang w:val="de-CH"/>
        </w:rPr>
      </w:pPr>
      <w:r>
        <w:rPr>
          <w:rFonts w:cs="Arial"/>
          <w:lang w:val="de-CH"/>
        </w:rPr>
        <w:t>Datum</w:t>
      </w:r>
      <w:r>
        <w:rPr>
          <w:rFonts w:cs="Arial"/>
          <w:lang w:val="de-CH"/>
        </w:rPr>
        <w:tab/>
      </w:r>
      <w:r>
        <w:rPr>
          <w:rFonts w:cs="Arial"/>
          <w:lang w:val="de-CH"/>
        </w:rPr>
        <w:tab/>
      </w:r>
      <w:r>
        <w:rPr>
          <w:rFonts w:cs="Arial"/>
          <w:lang w:val="de-CH"/>
        </w:rPr>
        <w:tab/>
        <w:t>Unterschrift</w:t>
      </w:r>
      <w:r>
        <w:rPr>
          <w:rFonts w:cs="Arial"/>
          <w:lang w:val="de-CH"/>
        </w:rPr>
        <w:tab/>
      </w:r>
      <w:r>
        <w:rPr>
          <w:rFonts w:cs="Arial"/>
          <w:lang w:val="de-CH"/>
        </w:rPr>
        <w:tab/>
      </w:r>
    </w:p>
    <w:p w14:paraId="7CBFFDB7" w14:textId="77777777" w:rsidR="003A7F46" w:rsidRPr="00A60C68" w:rsidRDefault="003A7F46" w:rsidP="003A7F46">
      <w:pPr>
        <w:tabs>
          <w:tab w:val="left" w:pos="1134"/>
          <w:tab w:val="right" w:leader="dot" w:pos="4253"/>
          <w:tab w:val="left" w:pos="4820"/>
          <w:tab w:val="left" w:pos="6237"/>
          <w:tab w:val="right" w:leader="dot" w:pos="9214"/>
        </w:tabs>
        <w:spacing w:after="720"/>
        <w:rPr>
          <w:rFonts w:cs="Arial"/>
          <w:lang w:val="de-CH"/>
        </w:rPr>
      </w:pPr>
      <w:r w:rsidRPr="009C6045">
        <w:rPr>
          <w:rFonts w:cs="Arial"/>
          <w:lang w:val="de-CH"/>
        </w:rPr>
        <w:t>Bitte senden Sie die Anmeldung v</w:t>
      </w:r>
      <w:r>
        <w:rPr>
          <w:rFonts w:cs="Arial"/>
          <w:lang w:val="de-CH"/>
        </w:rPr>
        <w:t>ia E-Mail an: info@smm.ch oder geben Sie diese Ihrer/Ihrem Lernenden mit. Vielen Dank!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7B11E9" w14:paraId="77666079" w14:textId="77777777" w:rsidTr="00CF4C1E">
        <w:trPr>
          <w:trHeight w:val="1911"/>
        </w:trPr>
        <w:tc>
          <w:tcPr>
            <w:tcW w:w="2336" w:type="dxa"/>
          </w:tcPr>
          <w:p w14:paraId="74528A10" w14:textId="77777777" w:rsidR="007B11E9" w:rsidRDefault="007B11E9" w:rsidP="005F659C">
            <w:pPr>
              <w:pStyle w:val="Fuzeile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2D8FF7E6" wp14:editId="0725EDD4">
                  <wp:extent cx="1354764" cy="10116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eer 1 4.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764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4139F904" w14:textId="3604F256" w:rsidR="007B11E9" w:rsidRDefault="007B11E9" w:rsidP="005F659C">
            <w:pPr>
              <w:pStyle w:val="Fuzeile"/>
              <w:rPr>
                <w:noProof/>
                <w:lang w:val="de-CH" w:eastAsia="de-CH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76D19DF0" wp14:editId="383086FA">
                  <wp:extent cx="1346200" cy="100965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714F0C3B" w14:textId="54C5BEEA" w:rsidR="007B11E9" w:rsidRDefault="007B11E9" w:rsidP="005F659C">
            <w:pPr>
              <w:pStyle w:val="Fuzeile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65398ED8" wp14:editId="6C29D19B">
                  <wp:extent cx="1346200" cy="1005205"/>
                  <wp:effectExtent l="0" t="0" r="6350" b="4445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eer 3 4.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005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009536DD" w14:textId="77777777" w:rsidR="007B11E9" w:rsidRDefault="007B11E9" w:rsidP="005F659C">
            <w:pPr>
              <w:pStyle w:val="Fuzeile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1B5B0FB0" wp14:editId="0F758777">
                  <wp:extent cx="1620000" cy="1004400"/>
                  <wp:effectExtent l="0" t="0" r="0" b="5715"/>
                  <wp:docPr id="17" name="Grafik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eer 4 4.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10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03D068" w14:textId="20B52CF4" w:rsidR="0054795E" w:rsidRPr="0054795E" w:rsidRDefault="0054795E" w:rsidP="00A60C68">
      <w:pPr>
        <w:tabs>
          <w:tab w:val="left" w:pos="1843"/>
        </w:tabs>
        <w:rPr>
          <w:rFonts w:cs="Arial"/>
          <w:lang w:val="de-CH"/>
        </w:rPr>
      </w:pPr>
    </w:p>
    <w:sectPr w:rsidR="0054795E" w:rsidRPr="0054795E" w:rsidSect="00843B59">
      <w:headerReference w:type="default" r:id="rId11"/>
      <w:footerReference w:type="default" r:id="rId12"/>
      <w:pgSz w:w="11906" w:h="16838" w:code="9"/>
      <w:pgMar w:top="2835" w:right="851" w:bottom="851" w:left="170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1EFE" w14:textId="77777777" w:rsidR="007B645C" w:rsidRDefault="007B645C">
      <w:r>
        <w:separator/>
      </w:r>
    </w:p>
  </w:endnote>
  <w:endnote w:type="continuationSeparator" w:id="0">
    <w:p w14:paraId="1DB1C079" w14:textId="77777777" w:rsidR="007B645C" w:rsidRDefault="007B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8DB32" w14:textId="7E7E435D" w:rsidR="00024DA9" w:rsidRDefault="00024DA9" w:rsidP="00024DA9">
    <w:pPr>
      <w:pStyle w:val="Fuzeile"/>
      <w:jc w:val="right"/>
    </w:pPr>
    <w:r>
      <w:fldChar w:fldCharType="begin"/>
    </w:r>
    <w:r>
      <w:rPr>
        <w:lang w:val="de-CH"/>
      </w:rPr>
      <w:instrText xml:space="preserve"> FILENAME \* MERGEFORMAT </w:instrText>
    </w:r>
    <w:r>
      <w:fldChar w:fldCharType="separate"/>
    </w:r>
    <w:r w:rsidR="000D2CA5">
      <w:rPr>
        <w:noProof/>
        <w:lang w:val="de-CH"/>
      </w:rPr>
      <w:t>Kandidatennummer_Nachname_Vorname_Anmeldeformular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3E38B" w14:textId="77777777" w:rsidR="007B645C" w:rsidRDefault="007B645C">
      <w:r>
        <w:separator/>
      </w:r>
    </w:p>
  </w:footnote>
  <w:footnote w:type="continuationSeparator" w:id="0">
    <w:p w14:paraId="75D973CF" w14:textId="77777777" w:rsidR="007B645C" w:rsidRDefault="007B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2861" w14:textId="77777777" w:rsidR="00A60C68" w:rsidRDefault="00A60C68" w:rsidP="00A60C68">
    <w:pPr>
      <w:pStyle w:val="Kopfzeile"/>
    </w:pPr>
    <w:r>
      <w:t>Organisationskomitee</w:t>
    </w:r>
  </w:p>
  <w:p w14:paraId="08A7E131" w14:textId="77777777" w:rsidR="00A60C68" w:rsidRDefault="00A60C68" w:rsidP="00A60C68">
    <w:pPr>
      <w:pStyle w:val="Kopfzeile"/>
    </w:pPr>
    <w:r>
      <w:t>«sauberes Mittelmeer»</w:t>
    </w:r>
  </w:p>
  <w:p w14:paraId="2B76C103" w14:textId="77777777" w:rsidR="00A60C68" w:rsidRDefault="00A60C68" w:rsidP="00A60C68">
    <w:pPr>
      <w:pStyle w:val="Kopfzeile"/>
    </w:pPr>
    <w:r>
      <w:t>8001 Zürich</w:t>
    </w:r>
  </w:p>
  <w:p w14:paraId="0567F124" w14:textId="2245C538" w:rsidR="006970B0" w:rsidRPr="00A60C68" w:rsidRDefault="00A60C68" w:rsidP="00A02D6A">
    <w:pPr>
      <w:pStyle w:val="Kopfzeile"/>
      <w:pBdr>
        <w:bottom w:val="single" w:sz="4" w:space="1" w:color="auto"/>
      </w:pBdr>
    </w:pPr>
    <w:r w:rsidRPr="00F4634F">
      <w:t>E-Mail: info@</w:t>
    </w:r>
    <w:r>
      <w:t>s</w:t>
    </w:r>
    <w:r w:rsidR="00C663E8">
      <w:t>mm.ch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3DF"/>
    <w:multiLevelType w:val="hybridMultilevel"/>
    <w:tmpl w:val="90EC10B2"/>
    <w:lvl w:ilvl="0" w:tplc="8FBE03E2">
      <w:start w:val="1"/>
      <w:numFmt w:val="bullet"/>
      <w:lvlText w:val="£"/>
      <w:lvlJc w:val="left"/>
      <w:pPr>
        <w:ind w:left="360" w:hanging="360"/>
      </w:pPr>
      <w:rPr>
        <w:rFonts w:ascii="Wingdings 2" w:hAnsi="Wingdings 2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A26AF"/>
    <w:multiLevelType w:val="hybridMultilevel"/>
    <w:tmpl w:val="CE2E78A6"/>
    <w:lvl w:ilvl="0" w:tplc="0108EC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F55D7"/>
    <w:multiLevelType w:val="hybridMultilevel"/>
    <w:tmpl w:val="A44C9952"/>
    <w:lvl w:ilvl="0" w:tplc="A9AEE2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B3325"/>
    <w:multiLevelType w:val="hybridMultilevel"/>
    <w:tmpl w:val="0930D12A"/>
    <w:lvl w:ilvl="0" w:tplc="FA30A6D0">
      <w:start w:val="5"/>
      <w:numFmt w:val="bullet"/>
      <w:lvlText w:val="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663C0"/>
    <w:multiLevelType w:val="hybridMultilevel"/>
    <w:tmpl w:val="D602899C"/>
    <w:lvl w:ilvl="0" w:tplc="2EFC06E6">
      <w:numFmt w:val="bullet"/>
      <w:lvlText w:val=""/>
      <w:lvlJc w:val="left"/>
      <w:pPr>
        <w:ind w:left="786" w:hanging="360"/>
      </w:pPr>
      <w:rPr>
        <w:rFonts w:ascii="Wingdings 2" w:eastAsia="Times New Roman" w:hAnsi="Wingdings 2" w:cs="Arial" w:hint="default"/>
      </w:rPr>
    </w:lvl>
    <w:lvl w:ilvl="1" w:tplc="080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1C23E41"/>
    <w:multiLevelType w:val="hybridMultilevel"/>
    <w:tmpl w:val="9F4CBADA"/>
    <w:lvl w:ilvl="0" w:tplc="2B1C33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  <w:sz w:val="24"/>
        <w:szCs w:val="24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80"/>
    <w:rsid w:val="000035BC"/>
    <w:rsid w:val="00024DA9"/>
    <w:rsid w:val="00036213"/>
    <w:rsid w:val="000418CE"/>
    <w:rsid w:val="000D2CA5"/>
    <w:rsid w:val="00127D2D"/>
    <w:rsid w:val="001648C3"/>
    <w:rsid w:val="001E7C3A"/>
    <w:rsid w:val="002951FB"/>
    <w:rsid w:val="002B64DC"/>
    <w:rsid w:val="002D6A6B"/>
    <w:rsid w:val="00327B51"/>
    <w:rsid w:val="003A7F46"/>
    <w:rsid w:val="003D2A10"/>
    <w:rsid w:val="004010CA"/>
    <w:rsid w:val="00425838"/>
    <w:rsid w:val="00431586"/>
    <w:rsid w:val="004573D0"/>
    <w:rsid w:val="00542F8A"/>
    <w:rsid w:val="005449C1"/>
    <w:rsid w:val="0054795E"/>
    <w:rsid w:val="00576F2C"/>
    <w:rsid w:val="005F3078"/>
    <w:rsid w:val="00600BAA"/>
    <w:rsid w:val="00604237"/>
    <w:rsid w:val="006405DE"/>
    <w:rsid w:val="00641965"/>
    <w:rsid w:val="006970B0"/>
    <w:rsid w:val="006C10A7"/>
    <w:rsid w:val="007B11E9"/>
    <w:rsid w:val="007B645C"/>
    <w:rsid w:val="00834CB4"/>
    <w:rsid w:val="00843B59"/>
    <w:rsid w:val="00852580"/>
    <w:rsid w:val="00861633"/>
    <w:rsid w:val="00935670"/>
    <w:rsid w:val="00944A76"/>
    <w:rsid w:val="009A1E9A"/>
    <w:rsid w:val="00A02D6A"/>
    <w:rsid w:val="00A60C68"/>
    <w:rsid w:val="00A65DB6"/>
    <w:rsid w:val="00A909D4"/>
    <w:rsid w:val="00C663E8"/>
    <w:rsid w:val="00D111B5"/>
    <w:rsid w:val="00D721FB"/>
    <w:rsid w:val="00D9316F"/>
    <w:rsid w:val="00E84CD5"/>
    <w:rsid w:val="00F10923"/>
    <w:rsid w:val="00F30D3B"/>
    <w:rsid w:val="00F32129"/>
    <w:rsid w:val="00F77AF5"/>
    <w:rsid w:val="00FD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C504018"/>
  <w15:chartTrackingRefBased/>
  <w15:docId w15:val="{09D47471-2676-444A-9A3C-8E04813C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49C1"/>
    <w:pPr>
      <w:spacing w:after="0" w:line="240" w:lineRule="auto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1E9A"/>
    <w:pPr>
      <w:keepNext/>
      <w:keepLines/>
      <w:spacing w:before="40" w:after="36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desBuches">
    <w:name w:val="Titel des Buches"/>
    <w:basedOn w:val="Standard"/>
    <w:qFormat/>
    <w:rsid w:val="000418CE"/>
    <w:rPr>
      <w:rFonts w:asciiTheme="majorHAnsi" w:eastAsiaTheme="minorEastAsia" w:hAnsiTheme="majorHAnsi"/>
      <w:b/>
      <w:color w:val="538135" w:themeColor="accent6" w:themeShade="BF"/>
      <w:sz w:val="28"/>
      <w:szCs w:val="28"/>
      <w:lang w:val="de-CH" w:eastAsia="de-DE"/>
    </w:rPr>
  </w:style>
  <w:style w:type="paragraph" w:styleId="Kopfzeile">
    <w:name w:val="header"/>
    <w:basedOn w:val="Standard"/>
    <w:link w:val="KopfzeileZchn"/>
    <w:uiPriority w:val="99"/>
    <w:unhideWhenUsed/>
    <w:rsid w:val="008525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2580"/>
  </w:style>
  <w:style w:type="paragraph" w:styleId="Fuzeile">
    <w:name w:val="footer"/>
    <w:basedOn w:val="Standard"/>
    <w:link w:val="FuzeileZchn"/>
    <w:uiPriority w:val="99"/>
    <w:unhideWhenUsed/>
    <w:rsid w:val="001648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48C3"/>
  </w:style>
  <w:style w:type="paragraph" w:styleId="Listenabsatz">
    <w:name w:val="List Paragraph"/>
    <w:basedOn w:val="Standard"/>
    <w:uiPriority w:val="34"/>
    <w:qFormat/>
    <w:rsid w:val="00843B59"/>
    <w:pPr>
      <w:spacing w:after="240"/>
      <w:ind w:left="720"/>
    </w:pPr>
  </w:style>
  <w:style w:type="table" w:styleId="Tabellenraster">
    <w:name w:val="Table Grid"/>
    <w:basedOn w:val="NormaleTabelle"/>
    <w:uiPriority w:val="39"/>
    <w:rsid w:val="00935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9A1E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94B3AA72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2018-11-06T12:48:00Z</cp:lastPrinted>
  <dcterms:created xsi:type="dcterms:W3CDTF">2018-12-08T14:12:00Z</dcterms:created>
  <dcterms:modified xsi:type="dcterms:W3CDTF">2019-01-19T15:09:00Z</dcterms:modified>
</cp:coreProperties>
</file>