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62"/>
      </w:tblGrid>
      <w:tr w:rsidR="008D5BB5" w:rsidRPr="00FB602A" w:rsidTr="008D5BB5">
        <w:trPr>
          <w:trHeight w:val="2540"/>
        </w:trPr>
        <w:tc>
          <w:tcPr>
            <w:tcW w:w="9062" w:type="dxa"/>
          </w:tcPr>
          <w:p w:rsidR="008D5BB5" w:rsidRPr="00FB602A" w:rsidRDefault="008022D2" w:rsidP="008D5BB5">
            <w:r w:rsidRPr="00FB602A">
              <w:t>[</w:t>
            </w:r>
            <w:r w:rsidR="006A3D92">
              <w:t>Anrede</w:t>
            </w:r>
            <w:r w:rsidRPr="00FB602A">
              <w:t>]</w:t>
            </w:r>
            <w:r w:rsidR="00615BBC" w:rsidRPr="00FB602A">
              <w:rPr>
                <w:noProof/>
                <w:lang w:eastAsia="de-CH"/>
              </w:rPr>
              <w:drawing>
                <wp:inline distT="0" distB="0" distL="0" distR="0" wp14:anchorId="05AE06C9" wp14:editId="00470572">
                  <wp:extent cx="2085856" cy="9615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85856" cy="961510"/>
                          </a:xfrm>
                          <a:prstGeom prst="rect">
                            <a:avLst/>
                          </a:prstGeom>
                        </pic:spPr>
                      </pic:pic>
                    </a:graphicData>
                  </a:graphic>
                </wp:inline>
              </w:drawing>
            </w:r>
          </w:p>
          <w:p w:rsidR="00FA2384" w:rsidRPr="00FB602A" w:rsidRDefault="008022D2" w:rsidP="008D5BB5">
            <w:r w:rsidRPr="00FB602A">
              <w:t>[Vorname] [Nachname]</w:t>
            </w:r>
          </w:p>
          <w:p w:rsidR="00FA2384" w:rsidRPr="00FB602A" w:rsidRDefault="008022D2" w:rsidP="008D5BB5">
            <w:r w:rsidRPr="00FB602A">
              <w:t>[Strasse]</w:t>
            </w:r>
          </w:p>
          <w:p w:rsidR="00FA2384" w:rsidRPr="00FB602A" w:rsidRDefault="008022D2" w:rsidP="008D5BB5">
            <w:r w:rsidRPr="00FB602A">
              <w:t>[PLZ] [Ort]</w:t>
            </w:r>
          </w:p>
        </w:tc>
      </w:tr>
      <w:tr w:rsidR="008D5BB5" w:rsidTr="008227C0">
        <w:trPr>
          <w:trHeight w:val="989"/>
        </w:trPr>
        <w:tc>
          <w:tcPr>
            <w:tcW w:w="9062" w:type="dxa"/>
          </w:tcPr>
          <w:p w:rsidR="008D5BB5" w:rsidRDefault="008D5BB5" w:rsidP="008D5BB5">
            <w:r>
              <w:t xml:space="preserve">Bern, </w:t>
            </w:r>
          </w:p>
        </w:tc>
      </w:tr>
      <w:tr w:rsidR="008D5BB5" w:rsidRPr="008227C0" w:rsidTr="00615BBC">
        <w:trPr>
          <w:trHeight w:val="794"/>
        </w:trPr>
        <w:tc>
          <w:tcPr>
            <w:tcW w:w="9062" w:type="dxa"/>
          </w:tcPr>
          <w:p w:rsidR="00615BBC" w:rsidRPr="00615BBC" w:rsidRDefault="008227C0" w:rsidP="008227C0">
            <w:pPr>
              <w:pStyle w:val="Betreffzeile"/>
              <w:rPr>
                <w:sz w:val="22"/>
              </w:rPr>
            </w:pPr>
            <w:r w:rsidRPr="00615BBC">
              <w:rPr>
                <w:sz w:val="22"/>
              </w:rPr>
              <w:t>Cucina Italiana – unser neuestes Angebot für den Sommer 2019</w:t>
            </w:r>
            <w:bookmarkStart w:id="0" w:name="_GoBack"/>
            <w:bookmarkEnd w:id="0"/>
          </w:p>
        </w:tc>
      </w:tr>
    </w:tbl>
    <w:p w:rsidR="00FA2384" w:rsidRPr="00FA2384" w:rsidRDefault="00BE3620" w:rsidP="008D5BB5">
      <w:pPr>
        <w:rPr>
          <w:i/>
        </w:rPr>
      </w:pPr>
      <w:r w:rsidRPr="008022D2">
        <w:rPr>
          <w:i/>
        </w:rPr>
        <w:t>[</w:t>
      </w:r>
      <w:r w:rsidR="006A3D92">
        <w:rPr>
          <w:i/>
        </w:rPr>
        <w:t>Anrede</w:t>
      </w:r>
      <w:r w:rsidRPr="008022D2">
        <w:rPr>
          <w:i/>
        </w:rPr>
        <w:t>]</w:t>
      </w:r>
      <w:r>
        <w:t xml:space="preserve"> =</w:t>
      </w:r>
      <w:r w:rsidR="00FA2384" w:rsidRPr="00FA2384">
        <w:t xml:space="preserve"> Frau </w:t>
      </w:r>
      <w:r w:rsidR="00FA2384" w:rsidRPr="00FA2384">
        <w:sym w:font="Wingdings" w:char="F0E0"/>
      </w:r>
      <w:r w:rsidR="00FA2384" w:rsidRPr="00FA2384">
        <w:rPr>
          <w:i/>
        </w:rPr>
        <w:t xml:space="preserve"> Liebe Frau </w:t>
      </w:r>
      <w:r w:rsidR="007873F3">
        <w:rPr>
          <w:i/>
        </w:rPr>
        <w:t>[Nachname]</w:t>
      </w:r>
      <w:r w:rsidR="00FA2384" w:rsidRPr="00FA2384">
        <w:rPr>
          <w:i/>
        </w:rPr>
        <w:br/>
      </w:r>
      <w:r w:rsidRPr="008022D2">
        <w:rPr>
          <w:i/>
        </w:rPr>
        <w:t>[</w:t>
      </w:r>
      <w:r w:rsidR="006A3D92">
        <w:rPr>
          <w:i/>
        </w:rPr>
        <w:t>Anrede</w:t>
      </w:r>
      <w:r w:rsidRPr="008022D2">
        <w:rPr>
          <w:i/>
        </w:rPr>
        <w:t>]</w:t>
      </w:r>
      <w:r>
        <w:t xml:space="preserve"> =</w:t>
      </w:r>
      <w:r w:rsidR="00FA2384" w:rsidRPr="00FA2384">
        <w:t xml:space="preserve"> Herr </w:t>
      </w:r>
      <w:r w:rsidR="00FA2384" w:rsidRPr="00FA2384">
        <w:sym w:font="Wingdings" w:char="F0E0"/>
      </w:r>
      <w:r w:rsidR="00FA2384" w:rsidRPr="00FA2384">
        <w:rPr>
          <w:i/>
        </w:rPr>
        <w:t xml:space="preserve"> Lieber Herr </w:t>
      </w:r>
      <w:r w:rsidR="007873F3">
        <w:rPr>
          <w:i/>
        </w:rPr>
        <w:t>[Nachname]</w:t>
      </w:r>
      <w:r w:rsidR="00FA2384" w:rsidRPr="00FA2384">
        <w:rPr>
          <w:i/>
        </w:rPr>
        <w:br/>
      </w:r>
      <w:r w:rsidRPr="008022D2">
        <w:rPr>
          <w:i/>
        </w:rPr>
        <w:t>[</w:t>
      </w:r>
      <w:r w:rsidR="006A3D92">
        <w:rPr>
          <w:i/>
        </w:rPr>
        <w:t>Anrede</w:t>
      </w:r>
      <w:r w:rsidRPr="008022D2">
        <w:rPr>
          <w:i/>
        </w:rPr>
        <w:t>]</w:t>
      </w:r>
      <w:r>
        <w:t xml:space="preserve"> =</w:t>
      </w:r>
      <w:r w:rsidR="00FA2384" w:rsidRPr="00FA2384">
        <w:t xml:space="preserve"> Ehepaar </w:t>
      </w:r>
      <w:r w:rsidR="00FA2384" w:rsidRPr="00FA2384">
        <w:sym w:font="Wingdings" w:char="F0E0"/>
      </w:r>
      <w:r w:rsidR="00FA2384" w:rsidRPr="00FA2384">
        <w:rPr>
          <w:i/>
        </w:rPr>
        <w:t xml:space="preserve"> Liebe Frau und </w:t>
      </w:r>
      <w:r w:rsidR="00814DCE">
        <w:rPr>
          <w:i/>
        </w:rPr>
        <w:t xml:space="preserve">lieber </w:t>
      </w:r>
      <w:r w:rsidR="00FA2384" w:rsidRPr="00FA2384">
        <w:rPr>
          <w:i/>
        </w:rPr>
        <w:t xml:space="preserve">Herr </w:t>
      </w:r>
      <w:r w:rsidR="007873F3">
        <w:rPr>
          <w:i/>
        </w:rPr>
        <w:t>[Nachname]</w:t>
      </w:r>
    </w:p>
    <w:p w:rsidR="008227C0" w:rsidRDefault="002C7B33" w:rsidP="00313843">
      <w:pPr>
        <w:spacing w:after="0" w:line="240" w:lineRule="auto"/>
      </w:pPr>
      <w:r>
        <w:t xml:space="preserve">Der Sommer naht rasch und unaufhaltsam! Wir freuen uns, Ihnen unser neustes Angebot vorzustellen: </w:t>
      </w:r>
      <w:r w:rsidRPr="008227C0">
        <w:rPr>
          <w:b/>
        </w:rPr>
        <w:t>La cucina italiana</w:t>
      </w:r>
      <w:r>
        <w:t>! Unsere Köchinnen und Köche bereiten bei Ihnen zu Hause leckere und typische Gerichte unseres südlichen Nachbarn zu. Lassen Sie sich überraschen oder wählen Sie aus unserem Angebot das für Sie Passende.</w:t>
      </w:r>
    </w:p>
    <w:p w:rsidR="008227C0" w:rsidRDefault="008227C0" w:rsidP="00313843">
      <w:pPr>
        <w:spacing w:after="0" w:line="240" w:lineRule="auto"/>
      </w:pPr>
      <w:r>
        <w:t>Gerne stellen wir Ihnen konkrete Vorschläge für Ihre Anlässe zusammen. Wenn das Wetter mitspielt, natürlich auch mit Grill!</w:t>
      </w:r>
    </w:p>
    <w:p w:rsidR="008227C0" w:rsidRDefault="00703126" w:rsidP="00313843">
      <w:pPr>
        <w:spacing w:after="0" w:line="240" w:lineRule="auto"/>
      </w:pPr>
      <w:r>
        <w:t>Fragen? Herrn Giuseppe Corradi erreichen Sie jeweils Donnerstag und Freitag unter seiner Direktnummer 031 255 61 17 oder per Mail g.corradi@letcook.ch. Er freut sich auf Sie.</w:t>
      </w:r>
    </w:p>
    <w:p w:rsidR="008227C0" w:rsidRDefault="008227C0" w:rsidP="00313843">
      <w:pPr>
        <w:spacing w:after="0" w:line="240" w:lineRule="auto"/>
      </w:pPr>
      <w:r>
        <w:t>Hoffentlich haben wir Ihr Interesse geweckt – lassen Sie uns für Sie kochen!</w:t>
      </w:r>
    </w:p>
    <w:p w:rsidR="008227C0" w:rsidRDefault="008227C0" w:rsidP="0011092D">
      <w:pPr>
        <w:spacing w:after="0"/>
      </w:pPr>
      <w:r>
        <w:t>Kulinarische Grüsse</w:t>
      </w:r>
    </w:p>
    <w:p w:rsidR="008227C0" w:rsidRPr="008227C0" w:rsidRDefault="008227C0" w:rsidP="008227C0">
      <w:pPr>
        <w:spacing w:after="840"/>
        <w:rPr>
          <w:b/>
        </w:rPr>
      </w:pPr>
      <w:r w:rsidRPr="008227C0">
        <w:rPr>
          <w:b/>
        </w:rPr>
        <w:t>LetCook</w:t>
      </w:r>
    </w:p>
    <w:p w:rsidR="008227C0" w:rsidRPr="008227C0" w:rsidRDefault="008227C0" w:rsidP="008D5BB5">
      <w:r>
        <w:t>Marlies von Grünigen</w:t>
      </w:r>
      <w:r>
        <w:br/>
        <w:t>Geschäftsführerin</w:t>
      </w:r>
    </w:p>
    <w:sectPr w:rsidR="008227C0" w:rsidRPr="008227C0" w:rsidSect="004D75E4">
      <w:headerReference w:type="first" r:id="rId8"/>
      <w:footerReference w:type="first" r:id="rId9"/>
      <w:pgSz w:w="11906" w:h="16838"/>
      <w:pgMar w:top="1417" w:right="1417" w:bottom="1134" w:left="1417" w:header="22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661" w:rsidRDefault="005B4661" w:rsidP="008D5BB5">
      <w:pPr>
        <w:spacing w:after="0" w:line="240" w:lineRule="auto"/>
      </w:pPr>
      <w:r>
        <w:separator/>
      </w:r>
    </w:p>
  </w:endnote>
  <w:endnote w:type="continuationSeparator" w:id="0">
    <w:p w:rsidR="005B4661" w:rsidRDefault="005B4661" w:rsidP="008D5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BB5" w:rsidRDefault="008D5BB5" w:rsidP="008D5BB5">
    <w:pPr>
      <w:pStyle w:val="Fuzeile"/>
    </w:pPr>
    <w:r>
      <w:t xml:space="preserve">LetCook </w:t>
    </w:r>
    <w:r>
      <w:rPr>
        <w:rFonts w:cstheme="minorHAnsi"/>
      </w:rPr>
      <w:t>|</w:t>
    </w:r>
    <w:r>
      <w:t xml:space="preserve"> Monbijoustrasse 1 </w:t>
    </w:r>
    <w:r>
      <w:rPr>
        <w:rFonts w:cstheme="minorHAnsi"/>
      </w:rPr>
      <w:t>|</w:t>
    </w:r>
    <w:r>
      <w:t xml:space="preserve"> 3000 Bern </w:t>
    </w:r>
    <w:r>
      <w:rPr>
        <w:rFonts w:cstheme="minorHAnsi"/>
      </w:rPr>
      <w:t>|</w:t>
    </w:r>
    <w:r>
      <w:t xml:space="preserve"> </w:t>
    </w:r>
    <w:hyperlink r:id="rId1" w:history="1">
      <w:r w:rsidRPr="00A40B80">
        <w:rPr>
          <w:rStyle w:val="Hyperlink"/>
        </w:rPr>
        <w:t>www.letcook.ch</w:t>
      </w:r>
    </w:hyperlink>
    <w:r>
      <w:t xml:space="preserve"> </w:t>
    </w:r>
    <w:r>
      <w:rPr>
        <w:rFonts w:cstheme="minorHAnsi"/>
      </w:rPr>
      <w:t>|</w:t>
    </w:r>
    <w:r>
      <w:t xml:space="preserve"> cook@letcook.ch </w:t>
    </w:r>
    <w:r>
      <w:rPr>
        <w:rFonts w:cstheme="minorHAnsi"/>
      </w:rPr>
      <w:t>|</w:t>
    </w:r>
    <w:r>
      <w:t xml:space="preserve"> 0800 226 226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661" w:rsidRDefault="005B4661" w:rsidP="008D5BB5">
      <w:pPr>
        <w:spacing w:after="0" w:line="240" w:lineRule="auto"/>
      </w:pPr>
      <w:r>
        <w:separator/>
      </w:r>
    </w:p>
  </w:footnote>
  <w:footnote w:type="continuationSeparator" w:id="0">
    <w:p w:rsidR="005B4661" w:rsidRDefault="005B4661" w:rsidP="008D5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BB5" w:rsidRDefault="008D5BB5" w:rsidP="004D75E4">
    <w:pPr>
      <w:pStyle w:val="Kopfzeile"/>
      <w:tabs>
        <w:tab w:val="clear" w:pos="9072"/>
      </w:tabs>
      <w:spacing w:after="1247"/>
      <w:ind w:right="-70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BB5"/>
    <w:rsid w:val="00033B8E"/>
    <w:rsid w:val="00045AA0"/>
    <w:rsid w:val="0011092D"/>
    <w:rsid w:val="001409E2"/>
    <w:rsid w:val="001855F8"/>
    <w:rsid w:val="00280AEF"/>
    <w:rsid w:val="00290527"/>
    <w:rsid w:val="002C7B33"/>
    <w:rsid w:val="00313843"/>
    <w:rsid w:val="003233ED"/>
    <w:rsid w:val="004D75E4"/>
    <w:rsid w:val="005B4661"/>
    <w:rsid w:val="00615BBC"/>
    <w:rsid w:val="0062139D"/>
    <w:rsid w:val="006A3D92"/>
    <w:rsid w:val="006C7146"/>
    <w:rsid w:val="00703126"/>
    <w:rsid w:val="007873F3"/>
    <w:rsid w:val="00793740"/>
    <w:rsid w:val="008022D2"/>
    <w:rsid w:val="00804DB1"/>
    <w:rsid w:val="00814DCE"/>
    <w:rsid w:val="008227C0"/>
    <w:rsid w:val="00825D4F"/>
    <w:rsid w:val="008C7823"/>
    <w:rsid w:val="008D5BB5"/>
    <w:rsid w:val="009A4CB6"/>
    <w:rsid w:val="00A40B80"/>
    <w:rsid w:val="00AB2DC6"/>
    <w:rsid w:val="00AF5AEC"/>
    <w:rsid w:val="00B05786"/>
    <w:rsid w:val="00BE3620"/>
    <w:rsid w:val="00CB6F73"/>
    <w:rsid w:val="00F7208A"/>
    <w:rsid w:val="00FA2384"/>
    <w:rsid w:val="00FB60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3FDB9"/>
  <w15:chartTrackingRefBased/>
  <w15:docId w15:val="{7B94A040-A1A5-47C0-A078-E3D52B4BF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4CB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D5B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5BB5"/>
  </w:style>
  <w:style w:type="paragraph" w:styleId="Fuzeile">
    <w:name w:val="footer"/>
    <w:basedOn w:val="Standard"/>
    <w:link w:val="FuzeileZchn"/>
    <w:uiPriority w:val="99"/>
    <w:unhideWhenUsed/>
    <w:rsid w:val="008D5BB5"/>
    <w:pPr>
      <w:tabs>
        <w:tab w:val="center" w:pos="4536"/>
        <w:tab w:val="right" w:pos="9072"/>
      </w:tabs>
      <w:spacing w:after="0" w:line="240" w:lineRule="auto"/>
      <w:jc w:val="center"/>
    </w:pPr>
    <w:rPr>
      <w:sz w:val="20"/>
    </w:rPr>
  </w:style>
  <w:style w:type="character" w:customStyle="1" w:styleId="FuzeileZchn">
    <w:name w:val="Fußzeile Zchn"/>
    <w:basedOn w:val="Absatz-Standardschriftart"/>
    <w:link w:val="Fuzeile"/>
    <w:uiPriority w:val="99"/>
    <w:rsid w:val="008D5BB5"/>
    <w:rPr>
      <w:sz w:val="20"/>
    </w:rPr>
  </w:style>
  <w:style w:type="table" w:styleId="Tabellenraster">
    <w:name w:val="Table Grid"/>
    <w:basedOn w:val="NormaleTabelle"/>
    <w:uiPriority w:val="39"/>
    <w:rsid w:val="008D5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zeile">
    <w:name w:val="Betreffzeile"/>
    <w:basedOn w:val="Standard"/>
    <w:qFormat/>
    <w:rsid w:val="008227C0"/>
    <w:pPr>
      <w:spacing w:after="0" w:line="240" w:lineRule="auto"/>
    </w:pPr>
    <w:rPr>
      <w:b/>
      <w:sz w:val="24"/>
    </w:rPr>
  </w:style>
  <w:style w:type="character" w:styleId="Hyperlink">
    <w:name w:val="Hyperlink"/>
    <w:basedOn w:val="Absatz-Standardschriftart"/>
    <w:uiPriority w:val="99"/>
    <w:rsid w:val="00313843"/>
    <w:rPr>
      <w:color w:val="0070C0"/>
      <w:u w:val="single"/>
    </w:rPr>
  </w:style>
  <w:style w:type="character" w:customStyle="1" w:styleId="UnresolvedMention">
    <w:name w:val="Unresolved Mention"/>
    <w:basedOn w:val="Absatz-Standardschriftart"/>
    <w:uiPriority w:val="99"/>
    <w:semiHidden/>
    <w:unhideWhenUsed/>
    <w:rsid w:val="00A40B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file:///C:\Users\Olaf\Dropbox\_Schmelter%20Consulting\Kunden\KV%20Schweiz\2019\E-Profil%20Serie%202%20(Olaf%20Schmelter)\v1.0\E2_Musterloesungen\www.letcook.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261AA-CEF9-4751-BC0A-E2137A33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5246B629.dotm</Template>
  <TotalTime>0</TotalTime>
  <Pages>1</Pages>
  <Words>140</Words>
  <Characters>887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2018-08-18T11:30:00Z</dcterms:created>
  <dcterms:modified xsi:type="dcterms:W3CDTF">2019-02-20T15:51:00Z</dcterms:modified>
</cp:coreProperties>
</file>